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E5745D" w:rsidRDefault="0071620A" w:rsidP="00E5745D">
      <w:pPr>
        <w:spacing w:after="0" w:line="240" w:lineRule="exact"/>
        <w:jc w:val="center"/>
        <w:rPr>
          <w:rFonts w:ascii="Corbel" w:hAnsi="Corbel" w:cs="Corbel"/>
          <w:b/>
          <w:bCs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2B51B2">
        <w:rPr>
          <w:rFonts w:ascii="Corbel" w:hAnsi="Corbel"/>
          <w:b/>
          <w:smallCaps/>
          <w:sz w:val="24"/>
          <w:szCs w:val="24"/>
        </w:rPr>
        <w:t xml:space="preserve"> </w:t>
      </w:r>
      <w:r w:rsidR="00E5745D">
        <w:rPr>
          <w:rFonts w:ascii="Corbel" w:hAnsi="Corbel" w:cs="Corbel"/>
          <w:b/>
          <w:i/>
          <w:iCs/>
          <w:smallCaps/>
          <w:sz w:val="24"/>
          <w:szCs w:val="24"/>
        </w:rPr>
        <w:t>2022-2025</w:t>
      </w:r>
    </w:p>
    <w:p w:rsidR="0085747A" w:rsidRDefault="0085747A" w:rsidP="002B51B2">
      <w:pPr>
        <w:spacing w:after="0" w:line="240" w:lineRule="exact"/>
        <w:ind w:left="4956" w:firstLine="708"/>
        <w:jc w:val="both"/>
        <w:rPr>
          <w:rFonts w:ascii="Corbel" w:hAnsi="Corbel"/>
          <w:sz w:val="20"/>
          <w:szCs w:val="20"/>
        </w:rPr>
      </w:pP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:rsidR="00445970" w:rsidRPr="00B84405" w:rsidRDefault="00B84405" w:rsidP="00EA4832">
      <w:pPr>
        <w:spacing w:after="0" w:line="240" w:lineRule="exact"/>
        <w:jc w:val="both"/>
        <w:rPr>
          <w:rFonts w:ascii="Corbel" w:hAnsi="Corbel"/>
          <w:b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Pr="00B84405">
        <w:rPr>
          <w:rFonts w:ascii="Corbel" w:hAnsi="Corbel"/>
          <w:b/>
          <w:sz w:val="20"/>
          <w:szCs w:val="20"/>
        </w:rPr>
        <w:t xml:space="preserve">Rok akademicki </w:t>
      </w:r>
      <w:r w:rsidR="00DA4EBE" w:rsidRPr="00B84405">
        <w:rPr>
          <w:rFonts w:ascii="Corbel" w:hAnsi="Corbel"/>
          <w:b/>
          <w:sz w:val="20"/>
          <w:szCs w:val="20"/>
        </w:rPr>
        <w:t>20</w:t>
      </w:r>
      <w:r w:rsidR="00034CA1" w:rsidRPr="00B84405">
        <w:rPr>
          <w:rFonts w:ascii="Corbel" w:hAnsi="Corbel"/>
          <w:b/>
          <w:sz w:val="20"/>
          <w:szCs w:val="20"/>
        </w:rPr>
        <w:t>2</w:t>
      </w:r>
      <w:r w:rsidR="00E5745D">
        <w:rPr>
          <w:rFonts w:ascii="Corbel" w:hAnsi="Corbel"/>
          <w:b/>
          <w:sz w:val="20"/>
          <w:szCs w:val="20"/>
        </w:rPr>
        <w:t>4</w:t>
      </w:r>
      <w:r w:rsidR="00DA4EBE" w:rsidRPr="00B84405">
        <w:rPr>
          <w:rFonts w:ascii="Corbel" w:hAnsi="Corbel"/>
          <w:b/>
          <w:sz w:val="20"/>
          <w:szCs w:val="20"/>
        </w:rPr>
        <w:t>/202</w:t>
      </w:r>
      <w:r w:rsidR="00E5745D">
        <w:rPr>
          <w:rFonts w:ascii="Corbel" w:hAnsi="Corbel"/>
          <w:b/>
          <w:sz w:val="20"/>
          <w:szCs w:val="20"/>
        </w:rPr>
        <w:t>5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B84405" w:rsidRDefault="00133F4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B84405">
              <w:rPr>
                <w:rFonts w:ascii="Corbel" w:hAnsi="Corbel"/>
                <w:sz w:val="24"/>
                <w:szCs w:val="24"/>
              </w:rPr>
              <w:t>Praca socjalna i służby społeczne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BD46A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D46A2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6963C9" w:rsidRDefault="006963C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bookmarkStart w:id="0" w:name="_GoBack"/>
            <w:r w:rsidRPr="006963C9">
              <w:rPr>
                <w:rStyle w:val="Pogrubienie"/>
                <w:rFonts w:ascii="Corbel" w:hAnsi="Corbel" w:cs="Arial"/>
                <w:color w:val="000000" w:themeColor="text1"/>
                <w:sz w:val="23"/>
                <w:szCs w:val="23"/>
                <w:shd w:val="clear" w:color="auto" w:fill="FEFEFE"/>
              </w:rPr>
              <w:t>Instytut Pedagogiki </w:t>
            </w:r>
            <w:bookmarkEnd w:id="0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DA4E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Nauki o rodzinie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DA4E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DA4E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DA4E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B84405" w:rsidRDefault="00783AF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B84405">
              <w:rPr>
                <w:rFonts w:ascii="Corbel" w:hAnsi="Corbel"/>
                <w:sz w:val="24"/>
                <w:szCs w:val="24"/>
              </w:rPr>
              <w:t>Rok 3, semestr 5, 6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DA4E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Przedmioty</w:t>
            </w:r>
            <w:r w:rsidR="00A243B5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BA0A36">
              <w:rPr>
                <w:rFonts w:ascii="Corbel" w:hAnsi="Corbel"/>
                <w:b w:val="0"/>
                <w:sz w:val="24"/>
                <w:szCs w:val="24"/>
              </w:rPr>
              <w:t xml:space="preserve">specjalnościowe, sp. Asystent </w:t>
            </w:r>
            <w:r w:rsidR="0053458D">
              <w:rPr>
                <w:rFonts w:ascii="Corbel" w:hAnsi="Corbel"/>
                <w:b w:val="0"/>
                <w:sz w:val="24"/>
                <w:szCs w:val="24"/>
              </w:rPr>
              <w:t>rodziny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DA4E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BE087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Radosław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Malikowski</w:t>
            </w:r>
            <w:proofErr w:type="spellEnd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E5745D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B84405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Default="00015B8F" w:rsidP="00B8440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B8440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B8440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B8440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B8440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B8440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B8440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B8440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B8440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B8440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B8440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B84405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783AF3" w:rsidP="00B8440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783AF3" w:rsidP="00B8440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783AF3" w:rsidP="00B8440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B8440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B8440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B8440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B8440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B8440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B8440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783AF3" w:rsidP="00B8440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30395F" w:rsidRPr="009C54AE" w:rsidTr="00B84405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783AF3" w:rsidP="00B8440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B8440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783AF3" w:rsidP="00B8440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B8440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B8440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B8440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B8440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B8440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B8440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783AF3" w:rsidP="00B8440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B84405" w:rsidRDefault="00B84405" w:rsidP="00F83B28">
      <w:pPr>
        <w:pStyle w:val="Punktygwne"/>
        <w:spacing w:before="0" w:after="0"/>
        <w:ind w:left="709"/>
        <w:rPr>
          <w:rFonts w:ascii="MS Gothic" w:eastAsia="MS Gothic" w:hAnsi="MS Gothic" w:cs="MS Gothic"/>
          <w:b w:val="0"/>
          <w:szCs w:val="24"/>
          <w:u w:val="single"/>
        </w:rPr>
      </w:pPr>
    </w:p>
    <w:p w:rsidR="0085747A" w:rsidRPr="00DA4EBE" w:rsidRDefault="00A243B5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>
        <w:rPr>
          <w:rFonts w:ascii="MS Gothic" w:eastAsia="MS Gothic" w:hAnsi="MS Gothic" w:cs="MS Gothic" w:hint="eastAsia"/>
          <w:b w:val="0"/>
          <w:szCs w:val="24"/>
          <w:u w:val="single"/>
        </w:rPr>
        <w:t>☒</w:t>
      </w:r>
      <w:r w:rsidR="0085747A" w:rsidRPr="00DA4EBE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9C54AE" w:rsidRDefault="00E22FBC" w:rsidP="004270CC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B84405" w:rsidRDefault="00B84405" w:rsidP="004270CC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</w:p>
    <w:p w:rsidR="004270CC" w:rsidRPr="004270CC" w:rsidRDefault="00A23D97" w:rsidP="004270CC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Egzamin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441A2B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</w:t>
            </w:r>
            <w:r w:rsidR="00A23D9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iedza z zakresu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podstaw</w:t>
            </w:r>
            <w:r w:rsidR="00A23D9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socjologii i pedagogiki społecznej.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9C54AE" w:rsidRDefault="00DE5EFE" w:rsidP="00DE0779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Opisze genezę i podstawowe</w:t>
            </w:r>
            <w:r w:rsidR="00694FF4">
              <w:rPr>
                <w:rFonts w:ascii="Corbel" w:hAnsi="Corbel"/>
                <w:b w:val="0"/>
                <w:sz w:val="24"/>
                <w:szCs w:val="24"/>
              </w:rPr>
              <w:t xml:space="preserve"> założenia</w:t>
            </w:r>
            <w:r w:rsidR="00816215" w:rsidRPr="00816215">
              <w:rPr>
                <w:rFonts w:ascii="Corbel" w:hAnsi="Corbel"/>
                <w:b w:val="0"/>
                <w:sz w:val="24"/>
                <w:szCs w:val="24"/>
              </w:rPr>
              <w:t xml:space="preserve"> pracy socjalnej w kontekście wybranych teorii socjologicznych, pedagogicznych i psychologicznych</w:t>
            </w:r>
            <w:r w:rsidR="00DE0779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16215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85747A" w:rsidRPr="009C54AE" w:rsidRDefault="00694FF4" w:rsidP="00694FF4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 się</w:t>
            </w:r>
            <w:r w:rsidR="00816215" w:rsidRPr="00816215">
              <w:rPr>
                <w:rFonts w:ascii="Corbel" w:hAnsi="Corbel"/>
                <w:b w:val="0"/>
                <w:sz w:val="24"/>
                <w:szCs w:val="24"/>
              </w:rPr>
              <w:t xml:space="preserve"> z miejscem pracownika socjalnego w systemie wsparcia społecznego i niezbędnymi cechami zawodowymi oraz kwalifikacjami, głównymi celami, obszarami 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zadaniami oraz</w:t>
            </w:r>
            <w:r w:rsidR="00816215" w:rsidRPr="00816215">
              <w:rPr>
                <w:rFonts w:ascii="Corbel" w:hAnsi="Corbel"/>
                <w:b w:val="0"/>
                <w:sz w:val="24"/>
                <w:szCs w:val="24"/>
              </w:rPr>
              <w:t xml:space="preserve"> metodami pracy pracownika socjalnego</w:t>
            </w:r>
            <w:r w:rsidR="00AE5FF7">
              <w:rPr>
                <w:rFonts w:ascii="Corbel" w:hAnsi="Corbel"/>
                <w:b w:val="0"/>
                <w:sz w:val="24"/>
                <w:szCs w:val="24"/>
              </w:rPr>
              <w:t xml:space="preserve"> na rzecz rodziny</w:t>
            </w:r>
            <w:r w:rsidR="00816215" w:rsidRPr="00816215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816215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:rsidR="0085747A" w:rsidRPr="009C54AE" w:rsidRDefault="00694FF4" w:rsidP="00DE0779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Zanalizuje podstawowe problemy</w:t>
            </w:r>
            <w:r w:rsidR="00816215" w:rsidRPr="00816215">
              <w:rPr>
                <w:rFonts w:ascii="Corbel" w:hAnsi="Corbel"/>
                <w:b w:val="0"/>
                <w:sz w:val="24"/>
                <w:szCs w:val="24"/>
              </w:rPr>
              <w:t xml:space="preserve"> jednostki, grupy i </w:t>
            </w:r>
            <w:r w:rsidR="00DE0779">
              <w:rPr>
                <w:rFonts w:ascii="Corbel" w:hAnsi="Corbel"/>
                <w:b w:val="0"/>
                <w:sz w:val="24"/>
                <w:szCs w:val="24"/>
              </w:rPr>
              <w:t>zbiorowości</w:t>
            </w:r>
            <w:r w:rsidR="00816215" w:rsidRPr="00816215">
              <w:rPr>
                <w:rFonts w:ascii="Corbel" w:hAnsi="Corbel"/>
                <w:b w:val="0"/>
                <w:sz w:val="24"/>
                <w:szCs w:val="24"/>
              </w:rPr>
              <w:t xml:space="preserve"> w kontekście teoretycznych podstaw pracy socjalnej</w:t>
            </w:r>
            <w:r w:rsidR="00816215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9920B3" w:rsidRPr="009C54AE" w:rsidTr="00923D7D">
        <w:tc>
          <w:tcPr>
            <w:tcW w:w="851" w:type="dxa"/>
            <w:vAlign w:val="center"/>
          </w:tcPr>
          <w:p w:rsidR="009920B3" w:rsidRPr="009C54AE" w:rsidRDefault="009920B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="009920B3" w:rsidRDefault="009920B3" w:rsidP="00DE0779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 się z regulacjami prawnymi dotyczącymi funkcjonowania rodziny.</w:t>
            </w:r>
          </w:p>
        </w:tc>
      </w:tr>
      <w:tr w:rsidR="00816215" w:rsidRPr="009C54AE" w:rsidTr="00923D7D">
        <w:tc>
          <w:tcPr>
            <w:tcW w:w="851" w:type="dxa"/>
            <w:vAlign w:val="center"/>
          </w:tcPr>
          <w:p w:rsidR="00816215" w:rsidRPr="009C54AE" w:rsidRDefault="0081621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="00816215" w:rsidRPr="009C54AE" w:rsidRDefault="003F326F" w:rsidP="0081621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Wymieni dobór</w:t>
            </w:r>
            <w:r w:rsidR="00816215" w:rsidRPr="00816215">
              <w:rPr>
                <w:rFonts w:ascii="Corbel" w:hAnsi="Corbel"/>
                <w:b w:val="0"/>
                <w:sz w:val="24"/>
                <w:szCs w:val="24"/>
              </w:rPr>
              <w:t xml:space="preserve"> metod działania, stosowanych w pracy socjalnej do różnych pól aktywności, które znajdują swoje aplikac</w:t>
            </w:r>
            <w:r w:rsidR="009920B3">
              <w:rPr>
                <w:rFonts w:ascii="Corbel" w:hAnsi="Corbel"/>
                <w:b w:val="0"/>
                <w:sz w:val="24"/>
                <w:szCs w:val="24"/>
              </w:rPr>
              <w:t>je w praktyce – w pracy socjalnej na rzecz rodziny</w:t>
            </w:r>
            <w:r w:rsidR="00816215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816215" w:rsidRPr="009C54AE" w:rsidTr="00923D7D">
        <w:tc>
          <w:tcPr>
            <w:tcW w:w="851" w:type="dxa"/>
            <w:vAlign w:val="center"/>
          </w:tcPr>
          <w:p w:rsidR="00816215" w:rsidRPr="009C54AE" w:rsidRDefault="0081621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:rsidR="00816215" w:rsidRPr="009C54AE" w:rsidRDefault="003F326F" w:rsidP="00DE0779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Oceni przydatność</w:t>
            </w:r>
            <w:r w:rsidR="00816215" w:rsidRPr="00816215">
              <w:rPr>
                <w:rFonts w:ascii="Corbel" w:hAnsi="Corbel"/>
                <w:b w:val="0"/>
                <w:sz w:val="24"/>
                <w:szCs w:val="24"/>
              </w:rPr>
              <w:t xml:space="preserve"> typowych metod, technik i narzędzi pracy pracownika socjalnego dla potrzeb realizacji podję</w:t>
            </w:r>
            <w:r w:rsidR="009920B3">
              <w:rPr>
                <w:rFonts w:ascii="Corbel" w:hAnsi="Corbel"/>
                <w:b w:val="0"/>
                <w:sz w:val="24"/>
                <w:szCs w:val="24"/>
              </w:rPr>
              <w:t>tego przypadku</w:t>
            </w:r>
            <w:r w:rsidR="00816215" w:rsidRPr="00816215">
              <w:rPr>
                <w:rFonts w:ascii="Corbel" w:hAnsi="Corbel"/>
                <w:b w:val="0"/>
                <w:sz w:val="24"/>
                <w:szCs w:val="24"/>
              </w:rPr>
              <w:t xml:space="preserve">. </w:t>
            </w:r>
            <w:r w:rsidR="00DE0779">
              <w:rPr>
                <w:rFonts w:ascii="Corbel" w:hAnsi="Corbel"/>
                <w:b w:val="0"/>
                <w:sz w:val="24"/>
                <w:szCs w:val="24"/>
              </w:rPr>
              <w:t>Przewidzi skutki</w:t>
            </w:r>
            <w:r w:rsidR="00816215" w:rsidRPr="00816215">
              <w:rPr>
                <w:rFonts w:ascii="Corbel" w:hAnsi="Corbel"/>
                <w:b w:val="0"/>
                <w:sz w:val="24"/>
                <w:szCs w:val="24"/>
              </w:rPr>
              <w:t xml:space="preserve"> działań</w:t>
            </w:r>
            <w:r w:rsidR="00DE0779">
              <w:rPr>
                <w:rFonts w:ascii="Corbel" w:hAnsi="Corbel"/>
                <w:b w:val="0"/>
                <w:sz w:val="24"/>
                <w:szCs w:val="24"/>
              </w:rPr>
              <w:t xml:space="preserve"> związanych z realizacją zadań</w:t>
            </w:r>
            <w:r w:rsidR="00816215">
              <w:rPr>
                <w:rFonts w:ascii="Corbel" w:hAnsi="Corbel"/>
                <w:b w:val="0"/>
                <w:sz w:val="24"/>
                <w:szCs w:val="24"/>
              </w:rPr>
              <w:t xml:space="preserve"> w pracy socjalnej. 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5747A" w:rsidRPr="002B51B2" w:rsidRDefault="00925379" w:rsidP="00323D49">
            <w:pPr>
              <w:pStyle w:val="Punktygwne"/>
              <w:spacing w:before="0" w:after="0"/>
              <w:jc w:val="both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2B51B2">
              <w:rPr>
                <w:rFonts w:ascii="Corbel" w:hAnsi="Corbel" w:cstheme="minorHAnsi"/>
                <w:b w:val="0"/>
                <w:smallCaps w:val="0"/>
                <w:szCs w:val="24"/>
              </w:rPr>
              <w:t>Wymieni  podstawowe uwarunkowania procesu socjalizacji jednostek w perspektywie</w:t>
            </w:r>
            <w:r w:rsidR="000F05F3" w:rsidRPr="002B51B2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 </w:t>
            </w:r>
            <w:r w:rsidRPr="002B51B2">
              <w:rPr>
                <w:rFonts w:ascii="Corbel" w:hAnsi="Corbel" w:cstheme="minorHAnsi"/>
                <w:b w:val="0"/>
                <w:smallCaps w:val="0"/>
                <w:szCs w:val="24"/>
              </w:rPr>
              <w:t>zmi</w:t>
            </w:r>
            <w:r w:rsidR="00FA24B4" w:rsidRPr="002B51B2">
              <w:rPr>
                <w:rFonts w:ascii="Corbel" w:hAnsi="Corbel" w:cstheme="minorHAnsi"/>
                <w:b w:val="0"/>
                <w:smallCaps w:val="0"/>
                <w:szCs w:val="24"/>
              </w:rPr>
              <w:t>an jakie zachodzą we</w:t>
            </w:r>
            <w:r w:rsidR="00323D49" w:rsidRPr="002B51B2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 współczesnych strukturach</w:t>
            </w:r>
            <w:r w:rsidR="000F05F3" w:rsidRPr="002B51B2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 społ</w:t>
            </w:r>
            <w:r w:rsidR="002B51B2" w:rsidRPr="002B51B2">
              <w:rPr>
                <w:rFonts w:ascii="Corbel" w:hAnsi="Corbel" w:cstheme="minorHAnsi"/>
                <w:b w:val="0"/>
                <w:smallCaps w:val="0"/>
                <w:szCs w:val="24"/>
              </w:rPr>
              <w:t>ecznych</w:t>
            </w:r>
            <w:r w:rsidR="00FA24B4" w:rsidRPr="002B51B2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 oraz</w:t>
            </w:r>
            <w:r w:rsidR="000F05F3" w:rsidRPr="002B51B2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 </w:t>
            </w:r>
            <w:r w:rsidRPr="002B51B2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funkcjonujących w </w:t>
            </w:r>
            <w:r w:rsidR="00FA24B4" w:rsidRPr="002B51B2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ich </w:t>
            </w:r>
            <w:r w:rsidRPr="002B51B2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obrębie </w:t>
            </w:r>
            <w:r w:rsidR="00475F31" w:rsidRPr="002B51B2">
              <w:rPr>
                <w:rFonts w:ascii="Corbel" w:hAnsi="Corbel" w:cstheme="minorHAnsi"/>
                <w:b w:val="0"/>
                <w:smallCaps w:val="0"/>
                <w:szCs w:val="24"/>
              </w:rPr>
              <w:t>instytucjach i organizacjach</w:t>
            </w:r>
            <w:r w:rsidR="00323D49" w:rsidRPr="002B51B2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 zajmujących się</w:t>
            </w:r>
            <w:r w:rsidR="00475F31" w:rsidRPr="002B51B2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 pomocą i</w:t>
            </w:r>
            <w:r w:rsidR="00D921D8" w:rsidRPr="002B51B2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 wsparciem</w:t>
            </w:r>
            <w:r w:rsidR="00323D49" w:rsidRPr="002B51B2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 rodziny.</w:t>
            </w:r>
          </w:p>
        </w:tc>
        <w:tc>
          <w:tcPr>
            <w:tcW w:w="1873" w:type="dxa"/>
          </w:tcPr>
          <w:p w:rsidR="0085747A" w:rsidRPr="00426EA5" w:rsidRDefault="002F71A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26EA5">
              <w:rPr>
                <w:rFonts w:ascii="Corbel" w:hAnsi="Corbel"/>
                <w:b w:val="0"/>
                <w:szCs w:val="24"/>
              </w:rPr>
              <w:t>K_W06</w:t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747A" w:rsidRPr="002B51B2" w:rsidRDefault="00023B6C" w:rsidP="00AE5FF7">
            <w:pPr>
              <w:pStyle w:val="Punktygwne"/>
              <w:spacing w:before="0" w:after="0"/>
              <w:jc w:val="both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2B51B2">
              <w:rPr>
                <w:rFonts w:ascii="Corbel" w:hAnsi="Corbel" w:cstheme="minorHAnsi"/>
                <w:b w:val="0"/>
                <w:smallCaps w:val="0"/>
                <w:szCs w:val="24"/>
              </w:rPr>
              <w:t>Opisze</w:t>
            </w:r>
            <w:r w:rsidR="00D31042" w:rsidRPr="002B51B2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 </w:t>
            </w:r>
            <w:r w:rsidR="00323D49" w:rsidRPr="002B51B2">
              <w:rPr>
                <w:rFonts w:ascii="Corbel" w:hAnsi="Corbel" w:cstheme="minorHAnsi"/>
                <w:b w:val="0"/>
                <w:smallCaps w:val="0"/>
                <w:szCs w:val="24"/>
              </w:rPr>
              <w:t>u</w:t>
            </w:r>
            <w:r w:rsidR="0021275C" w:rsidRPr="002B51B2">
              <w:rPr>
                <w:rFonts w:ascii="Corbel" w:hAnsi="Corbel" w:cstheme="minorHAnsi"/>
                <w:b w:val="0"/>
                <w:smallCaps w:val="0"/>
                <w:szCs w:val="24"/>
              </w:rPr>
              <w:t>warunkowania pra</w:t>
            </w:r>
            <w:r w:rsidR="009920B3" w:rsidRPr="002B51B2">
              <w:rPr>
                <w:rFonts w:ascii="Corbel" w:hAnsi="Corbel" w:cstheme="minorHAnsi"/>
                <w:b w:val="0"/>
                <w:smallCaps w:val="0"/>
                <w:szCs w:val="24"/>
              </w:rPr>
              <w:t>wne związane z funkcjonowaniem i</w:t>
            </w:r>
            <w:r w:rsidR="0021275C" w:rsidRPr="002B51B2">
              <w:rPr>
                <w:rFonts w:ascii="Corbel" w:hAnsi="Corbel" w:cstheme="minorHAnsi"/>
                <w:b w:val="0"/>
                <w:smallCaps w:val="0"/>
                <w:szCs w:val="24"/>
              </w:rPr>
              <w:t>nstytucji</w:t>
            </w:r>
            <w:r w:rsidR="00D921D8" w:rsidRPr="002B51B2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 i organizacji</w:t>
            </w:r>
            <w:r w:rsidR="0021275C" w:rsidRPr="002B51B2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 pomocowych</w:t>
            </w:r>
            <w:r w:rsidR="00D921D8" w:rsidRPr="002B51B2">
              <w:rPr>
                <w:rFonts w:ascii="Corbel" w:hAnsi="Corbel" w:cstheme="minorHAnsi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:rsidR="0085747A" w:rsidRPr="00426EA5" w:rsidRDefault="002F71A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26EA5">
              <w:rPr>
                <w:rFonts w:ascii="Corbel" w:hAnsi="Corbel"/>
                <w:b w:val="0"/>
                <w:szCs w:val="24"/>
              </w:rPr>
              <w:t>K_W07</w:t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2F71A6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:rsidR="0085747A" w:rsidRPr="002B51B2" w:rsidRDefault="00D31042" w:rsidP="00AE5FF7">
            <w:pPr>
              <w:pStyle w:val="Punktygwne"/>
              <w:spacing w:before="0" w:after="0"/>
              <w:jc w:val="both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2B51B2">
              <w:rPr>
                <w:rFonts w:ascii="Corbel" w:hAnsi="Corbel" w:cstheme="minorHAnsi"/>
                <w:b w:val="0"/>
                <w:smallCaps w:val="0"/>
                <w:szCs w:val="24"/>
              </w:rPr>
              <w:t>Zapozna się z formalnymi procedurami działania służb społecznych w ramach różnych instytucji pomocowych</w:t>
            </w:r>
            <w:r w:rsidR="00475F31" w:rsidRPr="002B51B2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 i wspierających</w:t>
            </w:r>
            <w:r w:rsidRPr="002B51B2">
              <w:rPr>
                <w:rFonts w:ascii="Corbel" w:hAnsi="Corbel" w:cstheme="minorHAnsi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:rsidR="0085747A" w:rsidRPr="00426EA5" w:rsidRDefault="002F71A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26EA5">
              <w:rPr>
                <w:rFonts w:ascii="Corbel" w:hAnsi="Corbel"/>
                <w:b w:val="0"/>
                <w:szCs w:val="24"/>
              </w:rPr>
              <w:t>K_W08</w:t>
            </w:r>
          </w:p>
        </w:tc>
      </w:tr>
      <w:tr w:rsidR="002F71A6" w:rsidRPr="009C54AE" w:rsidTr="005E6E85">
        <w:tc>
          <w:tcPr>
            <w:tcW w:w="1701" w:type="dxa"/>
          </w:tcPr>
          <w:p w:rsidR="002F71A6" w:rsidRPr="009C54AE" w:rsidRDefault="002F71A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2F71A6" w:rsidRPr="002B51B2" w:rsidRDefault="00323D49" w:rsidP="00323D49">
            <w:pPr>
              <w:pStyle w:val="Punktygwne"/>
              <w:spacing w:before="0" w:after="0"/>
              <w:jc w:val="both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2B51B2">
              <w:rPr>
                <w:rFonts w:ascii="Corbel" w:hAnsi="Corbel" w:cstheme="minorHAnsi"/>
                <w:b w:val="0"/>
                <w:smallCaps w:val="0"/>
                <w:szCs w:val="24"/>
              </w:rPr>
              <w:t>Zaproponuje sposoby rozwiązywania złożonych problemów wychowawczych i społecznych. Przedstawi prognozy i przebieg oddziaływań oraz przewidzi ich skutki.</w:t>
            </w:r>
          </w:p>
        </w:tc>
        <w:tc>
          <w:tcPr>
            <w:tcW w:w="1873" w:type="dxa"/>
          </w:tcPr>
          <w:p w:rsidR="002F71A6" w:rsidRPr="00426EA5" w:rsidRDefault="002F71A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26EA5">
              <w:rPr>
                <w:rFonts w:ascii="Corbel" w:hAnsi="Corbel"/>
                <w:b w:val="0"/>
                <w:szCs w:val="24"/>
              </w:rPr>
              <w:t>K_U02</w:t>
            </w:r>
          </w:p>
        </w:tc>
      </w:tr>
      <w:tr w:rsidR="002F71A6" w:rsidRPr="009C54AE" w:rsidTr="005E6E85">
        <w:tc>
          <w:tcPr>
            <w:tcW w:w="1701" w:type="dxa"/>
          </w:tcPr>
          <w:p w:rsidR="002F71A6" w:rsidRPr="009C54AE" w:rsidRDefault="002F71A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2F71A6" w:rsidRPr="002B51B2" w:rsidRDefault="0067187B" w:rsidP="0067187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B51B2">
              <w:rPr>
                <w:rFonts w:ascii="Corbel" w:hAnsi="Corbel"/>
                <w:b w:val="0"/>
                <w:smallCaps w:val="0"/>
                <w:szCs w:val="24"/>
              </w:rPr>
              <w:t>D</w:t>
            </w:r>
            <w:r w:rsidR="009920B3" w:rsidRPr="002B51B2">
              <w:rPr>
                <w:rFonts w:ascii="Corbel" w:hAnsi="Corbel"/>
                <w:b w:val="0"/>
                <w:smallCaps w:val="0"/>
                <w:szCs w:val="24"/>
              </w:rPr>
              <w:t xml:space="preserve">okona oceny </w:t>
            </w:r>
            <w:r w:rsidRPr="002B51B2">
              <w:rPr>
                <w:rFonts w:ascii="Corbel" w:hAnsi="Corbel"/>
                <w:b w:val="0"/>
                <w:smallCaps w:val="0"/>
                <w:szCs w:val="24"/>
              </w:rPr>
              <w:t>działalności różnych instytucji i organizacji pod kątem skuteczności ich działania na rzecz pomocy i wsparcia rodziny.</w:t>
            </w:r>
          </w:p>
        </w:tc>
        <w:tc>
          <w:tcPr>
            <w:tcW w:w="1873" w:type="dxa"/>
          </w:tcPr>
          <w:p w:rsidR="002F71A6" w:rsidRPr="00426EA5" w:rsidRDefault="00426E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26EA5">
              <w:rPr>
                <w:rFonts w:ascii="Corbel" w:hAnsi="Corbel"/>
                <w:b w:val="0"/>
                <w:szCs w:val="24"/>
              </w:rPr>
              <w:t>K_U06</w:t>
            </w:r>
          </w:p>
        </w:tc>
      </w:tr>
      <w:tr w:rsidR="00426EA5" w:rsidRPr="009C54AE" w:rsidTr="005E6E85">
        <w:tc>
          <w:tcPr>
            <w:tcW w:w="1701" w:type="dxa"/>
          </w:tcPr>
          <w:p w:rsidR="00426EA5" w:rsidRDefault="00426EA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:rsidR="00426EA5" w:rsidRPr="002B51B2" w:rsidRDefault="006F0A37" w:rsidP="00323D49">
            <w:pPr>
              <w:pStyle w:val="Punktygwne"/>
              <w:spacing w:before="0" w:after="0"/>
              <w:jc w:val="both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2B51B2">
              <w:rPr>
                <w:rFonts w:ascii="Corbel" w:hAnsi="Corbel" w:cstheme="minorHAnsi"/>
                <w:b w:val="0"/>
                <w:smallCaps w:val="0"/>
                <w:szCs w:val="24"/>
              </w:rPr>
              <w:t>Wykorzysta</w:t>
            </w:r>
            <w:r w:rsidR="00323D49" w:rsidRPr="002B51B2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 znajomość przepisów prawnych</w:t>
            </w:r>
            <w:r w:rsidR="004F767E" w:rsidRPr="002B51B2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 w przypadkach</w:t>
            </w:r>
            <w:r w:rsidRPr="002B51B2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 tego wymagających</w:t>
            </w:r>
            <w:r w:rsidR="00323D49" w:rsidRPr="002B51B2">
              <w:rPr>
                <w:rFonts w:ascii="Corbel" w:hAnsi="Corbel" w:cstheme="minorHAnsi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:rsidR="00426EA5" w:rsidRPr="00426EA5" w:rsidRDefault="00426E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26EA5">
              <w:rPr>
                <w:rFonts w:ascii="Corbel" w:hAnsi="Corbel"/>
                <w:b w:val="0"/>
                <w:szCs w:val="24"/>
              </w:rPr>
              <w:t>K_U07</w:t>
            </w:r>
          </w:p>
        </w:tc>
      </w:tr>
      <w:tr w:rsidR="00426EA5" w:rsidRPr="009C54AE" w:rsidTr="005E6E85">
        <w:tc>
          <w:tcPr>
            <w:tcW w:w="1701" w:type="dxa"/>
          </w:tcPr>
          <w:p w:rsidR="00426EA5" w:rsidRDefault="00426EA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:rsidR="00426EA5" w:rsidRPr="002B51B2" w:rsidRDefault="00023B6C" w:rsidP="00AE5FF7">
            <w:pPr>
              <w:pStyle w:val="Punktygwne"/>
              <w:spacing w:before="0" w:after="0"/>
              <w:jc w:val="both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2B51B2">
              <w:rPr>
                <w:rFonts w:ascii="Corbel" w:hAnsi="Corbel" w:cstheme="minorHAnsi"/>
                <w:b w:val="0"/>
                <w:smallCaps w:val="0"/>
                <w:szCs w:val="24"/>
              </w:rPr>
              <w:t>Posi</w:t>
            </w:r>
            <w:r w:rsidR="002B51B2" w:rsidRPr="002B51B2">
              <w:rPr>
                <w:rFonts w:ascii="Corbel" w:hAnsi="Corbel" w:cstheme="minorHAnsi"/>
                <w:b w:val="0"/>
                <w:smallCaps w:val="0"/>
                <w:szCs w:val="24"/>
              </w:rPr>
              <w:t>ada</w:t>
            </w:r>
            <w:r w:rsidRPr="002B51B2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 umiejętność poprawnego nawiązywania </w:t>
            </w:r>
            <w:r w:rsidRPr="002B51B2">
              <w:rPr>
                <w:rFonts w:ascii="Corbel" w:hAnsi="Corbel" w:cstheme="minorHAnsi"/>
                <w:b w:val="0"/>
                <w:smallCaps w:val="0"/>
                <w:szCs w:val="24"/>
              </w:rPr>
              <w:lastRenderedPageBreak/>
              <w:t>skutecznych relacji interpersonalnych podczas kontaktów indywidualnych</w:t>
            </w:r>
            <w:r w:rsidR="00475F31" w:rsidRPr="002B51B2">
              <w:rPr>
                <w:rFonts w:ascii="Corbel" w:hAnsi="Corbel" w:cstheme="minorHAnsi"/>
                <w:b w:val="0"/>
                <w:smallCaps w:val="0"/>
                <w:szCs w:val="24"/>
              </w:rPr>
              <w:t>,</w:t>
            </w:r>
            <w:r w:rsidRPr="002B51B2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 jak i w pracy grupowej.</w:t>
            </w:r>
          </w:p>
        </w:tc>
        <w:tc>
          <w:tcPr>
            <w:tcW w:w="1873" w:type="dxa"/>
          </w:tcPr>
          <w:p w:rsidR="00426EA5" w:rsidRPr="00426EA5" w:rsidRDefault="00426E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  <w:highlight w:val="yellow"/>
              </w:rPr>
            </w:pPr>
            <w:r w:rsidRPr="00426EA5">
              <w:rPr>
                <w:rFonts w:ascii="Corbel" w:hAnsi="Corbel"/>
                <w:b w:val="0"/>
                <w:szCs w:val="24"/>
              </w:rPr>
              <w:lastRenderedPageBreak/>
              <w:t>K_K02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4270CC" w:rsidRDefault="004270CC" w:rsidP="004270C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270CC">
              <w:rPr>
                <w:rFonts w:ascii="Corbel" w:hAnsi="Corbel"/>
                <w:sz w:val="24"/>
                <w:szCs w:val="24"/>
              </w:rPr>
              <w:t>1. Praca socjalna jako działalność zawodowa: cele i zadania w myśl Ustawy o Pomocy Społecznej.</w:t>
            </w:r>
          </w:p>
        </w:tc>
      </w:tr>
      <w:tr w:rsidR="007D62BE" w:rsidRPr="009C54AE" w:rsidTr="00923D7D">
        <w:tc>
          <w:tcPr>
            <w:tcW w:w="9639" w:type="dxa"/>
          </w:tcPr>
          <w:p w:rsidR="007D62BE" w:rsidRPr="004270CC" w:rsidRDefault="007D62BE" w:rsidP="004270C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3. Regulacje prawne dotyczące funkcjonowania oraz pomocy i wsparcia dla rodziny.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4270CC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4270CC">
              <w:rPr>
                <w:rFonts w:ascii="Corbel" w:hAnsi="Corbel"/>
                <w:sz w:val="24"/>
                <w:szCs w:val="24"/>
              </w:rPr>
              <w:t>2. Pracownik socjalny – specyfika zawodu – etyka zawodu.</w:t>
            </w:r>
          </w:p>
        </w:tc>
      </w:tr>
      <w:tr w:rsidR="0085747A" w:rsidRPr="009C54AE" w:rsidTr="00923D7D">
        <w:tc>
          <w:tcPr>
            <w:tcW w:w="9639" w:type="dxa"/>
          </w:tcPr>
          <w:p w:rsidR="004270CC" w:rsidRPr="004270CC" w:rsidRDefault="004270CC" w:rsidP="004270C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4270CC">
              <w:rPr>
                <w:rFonts w:ascii="Corbel" w:hAnsi="Corbel"/>
                <w:sz w:val="24"/>
                <w:szCs w:val="24"/>
              </w:rPr>
              <w:t>3. Umiejętności niezbędne w zawodzie pracownika socjalnego.</w:t>
            </w:r>
          </w:p>
        </w:tc>
      </w:tr>
      <w:tr w:rsidR="004270CC" w:rsidRPr="009C54AE" w:rsidTr="00923D7D">
        <w:tc>
          <w:tcPr>
            <w:tcW w:w="9639" w:type="dxa"/>
          </w:tcPr>
          <w:p w:rsidR="004270CC" w:rsidRPr="004270CC" w:rsidRDefault="004270CC" w:rsidP="004270C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4270CC">
              <w:rPr>
                <w:rFonts w:ascii="Corbel" w:hAnsi="Corbel"/>
                <w:sz w:val="24"/>
                <w:szCs w:val="24"/>
              </w:rPr>
              <w:t>4. Grupy klientów pracy socjalnej – charakterystyka ich dysfunkcyjności i potrzeb</w:t>
            </w:r>
          </w:p>
        </w:tc>
      </w:tr>
      <w:tr w:rsidR="004270CC" w:rsidRPr="009C54AE" w:rsidTr="00923D7D">
        <w:tc>
          <w:tcPr>
            <w:tcW w:w="9639" w:type="dxa"/>
          </w:tcPr>
          <w:p w:rsidR="004270CC" w:rsidRPr="004270CC" w:rsidRDefault="004270CC" w:rsidP="004270C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4270CC">
              <w:rPr>
                <w:rFonts w:ascii="Corbel" w:hAnsi="Corbel"/>
                <w:sz w:val="24"/>
                <w:szCs w:val="24"/>
              </w:rPr>
              <w:t>5. Dobra diagnoza potrzeb klienta warunkiem skutecznie prowadzonej pracy socjalnej.</w:t>
            </w:r>
          </w:p>
        </w:tc>
      </w:tr>
      <w:tr w:rsidR="004270CC" w:rsidRPr="009C54AE" w:rsidTr="00923D7D">
        <w:tc>
          <w:tcPr>
            <w:tcW w:w="9639" w:type="dxa"/>
          </w:tcPr>
          <w:p w:rsidR="004270CC" w:rsidRPr="004270CC" w:rsidRDefault="004270CC" w:rsidP="004270C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4270CC">
              <w:rPr>
                <w:rFonts w:ascii="Corbel" w:hAnsi="Corbel"/>
                <w:sz w:val="24"/>
                <w:szCs w:val="24"/>
              </w:rPr>
              <w:t>6. Kontrakt socjalny.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D549C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549C6">
              <w:rPr>
                <w:rFonts w:ascii="Corbel" w:hAnsi="Corbel"/>
                <w:sz w:val="24"/>
                <w:szCs w:val="24"/>
              </w:rPr>
              <w:t>1. Metody pracy socjalnej - metoda grupowa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D549C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549C6">
              <w:rPr>
                <w:rFonts w:ascii="Corbel" w:hAnsi="Corbel"/>
                <w:sz w:val="24"/>
                <w:szCs w:val="24"/>
              </w:rPr>
              <w:t>2. Metody pracy socjalnej - metoda środowiskowa.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D549C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549C6">
              <w:rPr>
                <w:rFonts w:ascii="Corbel" w:hAnsi="Corbel"/>
                <w:sz w:val="24"/>
                <w:szCs w:val="24"/>
              </w:rPr>
              <w:t>3. Formy pracy socjalnej (opieka, wsparcie, pomoc, ratownictwo) i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D549C6">
              <w:rPr>
                <w:rFonts w:ascii="Corbel" w:hAnsi="Corbel"/>
                <w:sz w:val="24"/>
                <w:szCs w:val="24"/>
              </w:rPr>
              <w:t>przykłady ich realizacji.</w:t>
            </w:r>
          </w:p>
        </w:tc>
      </w:tr>
      <w:tr w:rsidR="00D549C6" w:rsidRPr="009C54AE" w:rsidTr="00923D7D">
        <w:tc>
          <w:tcPr>
            <w:tcW w:w="9639" w:type="dxa"/>
          </w:tcPr>
          <w:p w:rsidR="00D549C6" w:rsidRPr="009C54AE" w:rsidRDefault="00D549C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549C6">
              <w:rPr>
                <w:rFonts w:ascii="Corbel" w:hAnsi="Corbel"/>
                <w:sz w:val="24"/>
                <w:szCs w:val="24"/>
              </w:rPr>
              <w:t>4. Formy pracy socjalnej (mediacje, negocjacje, poradnictwo, kompensacja społeczna) i przykłady ich realizacji.</w:t>
            </w:r>
          </w:p>
        </w:tc>
      </w:tr>
      <w:tr w:rsidR="00D549C6" w:rsidRPr="009C54AE" w:rsidTr="00923D7D">
        <w:tc>
          <w:tcPr>
            <w:tcW w:w="9639" w:type="dxa"/>
          </w:tcPr>
          <w:p w:rsidR="00D549C6" w:rsidRPr="009C54AE" w:rsidRDefault="00D549C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549C6">
              <w:rPr>
                <w:rFonts w:ascii="Corbel" w:hAnsi="Corbel"/>
                <w:sz w:val="24"/>
                <w:szCs w:val="24"/>
              </w:rPr>
              <w:t>5. Służby społeczne jako działalność opieki społecznej zorganizowana przez państwo lub władze lokalne i realizowana przez wykwalifikowany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D549C6">
              <w:rPr>
                <w:rFonts w:ascii="Corbel" w:hAnsi="Corbel"/>
                <w:sz w:val="24"/>
                <w:szCs w:val="24"/>
              </w:rPr>
              <w:t>personel. Służby społeczne, usługi społeczne – zagadnienia terminologiczne.</w:t>
            </w:r>
          </w:p>
        </w:tc>
      </w:tr>
      <w:tr w:rsidR="00D549C6" w:rsidRPr="009C54AE" w:rsidTr="00923D7D">
        <w:tc>
          <w:tcPr>
            <w:tcW w:w="9639" w:type="dxa"/>
          </w:tcPr>
          <w:p w:rsidR="00D549C6" w:rsidRPr="009C54AE" w:rsidRDefault="00D549C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549C6">
              <w:rPr>
                <w:rFonts w:ascii="Corbel" w:hAnsi="Corbel"/>
                <w:sz w:val="24"/>
                <w:szCs w:val="24"/>
              </w:rPr>
              <w:t>6. Służby społeczne jako specyficzne podmioty polityki społecznej. Instrumenty służb społecznych.</w:t>
            </w:r>
          </w:p>
        </w:tc>
      </w:tr>
      <w:tr w:rsidR="00D549C6" w:rsidRPr="009C54AE" w:rsidTr="00923D7D">
        <w:tc>
          <w:tcPr>
            <w:tcW w:w="9639" w:type="dxa"/>
          </w:tcPr>
          <w:p w:rsidR="00D549C6" w:rsidRPr="009C54AE" w:rsidRDefault="00D549C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549C6">
              <w:rPr>
                <w:rFonts w:ascii="Corbel" w:hAnsi="Corbel"/>
                <w:sz w:val="24"/>
                <w:szCs w:val="24"/>
              </w:rPr>
              <w:t>7. Służby społeczne na rynku pracy: usługi rynku pracy, instytucje rynku pracy, zatrudnienie socjalne.</w:t>
            </w:r>
          </w:p>
        </w:tc>
      </w:tr>
      <w:tr w:rsidR="00D549C6" w:rsidRPr="009C54AE" w:rsidTr="00923D7D">
        <w:tc>
          <w:tcPr>
            <w:tcW w:w="9639" w:type="dxa"/>
          </w:tcPr>
          <w:p w:rsidR="00D549C6" w:rsidRPr="00D549C6" w:rsidRDefault="00D549C6" w:rsidP="00D549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549C6">
              <w:rPr>
                <w:rFonts w:ascii="Corbel" w:hAnsi="Corbel"/>
                <w:sz w:val="24"/>
                <w:szCs w:val="24"/>
              </w:rPr>
              <w:t>8. Służby społeczne wobec niepełnosprawności, niesamodzielności i</w:t>
            </w:r>
          </w:p>
          <w:p w:rsidR="00D549C6" w:rsidRPr="009C54AE" w:rsidRDefault="00D549C6" w:rsidP="00D549C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549C6">
              <w:rPr>
                <w:rFonts w:ascii="Corbel" w:hAnsi="Corbel"/>
                <w:sz w:val="24"/>
                <w:szCs w:val="24"/>
              </w:rPr>
              <w:t>wykluczenia społecznego: instytucje, zawody pomocowe.</w:t>
            </w:r>
          </w:p>
        </w:tc>
      </w:tr>
      <w:tr w:rsidR="00D549C6" w:rsidRPr="009C54AE" w:rsidTr="00923D7D">
        <w:tc>
          <w:tcPr>
            <w:tcW w:w="9639" w:type="dxa"/>
          </w:tcPr>
          <w:p w:rsidR="00D549C6" w:rsidRPr="009C54AE" w:rsidRDefault="00D549C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549C6">
              <w:rPr>
                <w:rFonts w:ascii="Corbel" w:hAnsi="Corbel"/>
                <w:sz w:val="24"/>
                <w:szCs w:val="24"/>
              </w:rPr>
              <w:t>9. Służby społeczne działające na rzecz rodziny: wsparcie rodzin, piecza zastępcza, zapobieganie przemocy w rodzinie.</w:t>
            </w:r>
          </w:p>
        </w:tc>
      </w:tr>
      <w:tr w:rsidR="00D549C6" w:rsidRPr="009C54AE" w:rsidTr="00923D7D">
        <w:tc>
          <w:tcPr>
            <w:tcW w:w="9639" w:type="dxa"/>
          </w:tcPr>
          <w:p w:rsidR="00D549C6" w:rsidRPr="009C54AE" w:rsidRDefault="00D549C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549C6">
              <w:rPr>
                <w:rFonts w:ascii="Corbel" w:hAnsi="Corbel"/>
                <w:sz w:val="24"/>
                <w:szCs w:val="24"/>
              </w:rPr>
              <w:t>10. Jednostki organizacyjne pomocy społecznej i ich charakterystyka działania.</w:t>
            </w:r>
          </w:p>
        </w:tc>
      </w:tr>
      <w:tr w:rsidR="00D549C6" w:rsidRPr="009C54AE" w:rsidTr="00923D7D">
        <w:tc>
          <w:tcPr>
            <w:tcW w:w="9639" w:type="dxa"/>
          </w:tcPr>
          <w:p w:rsidR="00D549C6" w:rsidRPr="00D549C6" w:rsidRDefault="00D549C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549C6">
              <w:rPr>
                <w:rFonts w:ascii="Corbel" w:hAnsi="Corbel"/>
                <w:sz w:val="24"/>
                <w:szCs w:val="24"/>
              </w:rPr>
              <w:t>11. Sprawdzian wiedzy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Default="009F4610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:rsidR="00A23D97" w:rsidRPr="009C54AE" w:rsidRDefault="00A23D97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:rsidR="00153C41" w:rsidRPr="00A23D97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A23D97">
        <w:rPr>
          <w:rFonts w:ascii="Corbel" w:hAnsi="Corbel"/>
          <w:b w:val="0"/>
          <w:smallCaps w:val="0"/>
          <w:szCs w:val="24"/>
        </w:rPr>
        <w:t>W</w:t>
      </w:r>
      <w:r w:rsidR="0085747A" w:rsidRPr="00A23D97">
        <w:rPr>
          <w:rFonts w:ascii="Corbel" w:hAnsi="Corbel"/>
          <w:b w:val="0"/>
          <w:smallCaps w:val="0"/>
          <w:szCs w:val="24"/>
        </w:rPr>
        <w:t>ykład</w:t>
      </w:r>
      <w:r w:rsidRPr="00A23D97">
        <w:rPr>
          <w:rFonts w:ascii="Corbel" w:hAnsi="Corbel"/>
          <w:b w:val="0"/>
          <w:smallCaps w:val="0"/>
          <w:szCs w:val="24"/>
        </w:rPr>
        <w:t>: wykład</w:t>
      </w:r>
      <w:r w:rsidR="0085747A" w:rsidRPr="00A23D97">
        <w:rPr>
          <w:rFonts w:ascii="Corbel" w:hAnsi="Corbel"/>
          <w:b w:val="0"/>
          <w:smallCaps w:val="0"/>
          <w:szCs w:val="24"/>
        </w:rPr>
        <w:t xml:space="preserve"> problemowy</w:t>
      </w:r>
      <w:r w:rsidR="00923D7D" w:rsidRPr="00A23D97">
        <w:rPr>
          <w:rFonts w:ascii="Corbel" w:hAnsi="Corbel"/>
          <w:b w:val="0"/>
          <w:smallCaps w:val="0"/>
          <w:szCs w:val="24"/>
        </w:rPr>
        <w:t xml:space="preserve">, </w:t>
      </w:r>
      <w:r w:rsidR="0085747A" w:rsidRPr="00A23D97">
        <w:rPr>
          <w:rFonts w:ascii="Corbel" w:hAnsi="Corbel"/>
          <w:b w:val="0"/>
          <w:smallCaps w:val="0"/>
          <w:szCs w:val="24"/>
        </w:rPr>
        <w:t>wykład z prezentacją multimedialną</w:t>
      </w:r>
      <w:r w:rsidR="00A23D97">
        <w:rPr>
          <w:rFonts w:ascii="Corbel" w:hAnsi="Corbel"/>
          <w:b w:val="0"/>
          <w:smallCaps w:val="0"/>
          <w:szCs w:val="24"/>
        </w:rPr>
        <w:t>, wykład konwersatoryjny</w:t>
      </w:r>
      <w:r w:rsidR="00A23D97" w:rsidRPr="00A23D97">
        <w:rPr>
          <w:rFonts w:ascii="Corbel" w:hAnsi="Corbel"/>
          <w:b w:val="0"/>
          <w:smallCaps w:val="0"/>
          <w:szCs w:val="24"/>
        </w:rPr>
        <w:t>.</w:t>
      </w:r>
    </w:p>
    <w:p w:rsidR="0085747A" w:rsidRPr="00A23D97" w:rsidRDefault="00153C41" w:rsidP="00A23D97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A23D97">
        <w:rPr>
          <w:rFonts w:ascii="Corbel" w:hAnsi="Corbel"/>
          <w:b w:val="0"/>
          <w:smallCaps w:val="0"/>
          <w:szCs w:val="24"/>
        </w:rPr>
        <w:t xml:space="preserve">Ćwiczenia: </w:t>
      </w:r>
      <w:r w:rsidR="009F4610" w:rsidRPr="00A23D97">
        <w:rPr>
          <w:rFonts w:ascii="Corbel" w:hAnsi="Corbel"/>
          <w:b w:val="0"/>
          <w:smallCaps w:val="0"/>
          <w:szCs w:val="24"/>
        </w:rPr>
        <w:t xml:space="preserve">analiza </w:t>
      </w:r>
      <w:r w:rsidR="00923D7D" w:rsidRPr="00A23D97">
        <w:rPr>
          <w:rFonts w:ascii="Corbel" w:hAnsi="Corbel"/>
          <w:b w:val="0"/>
          <w:smallCaps w:val="0"/>
          <w:szCs w:val="24"/>
        </w:rPr>
        <w:t>tekstów z dyskusją,</w:t>
      </w:r>
      <w:r w:rsidR="00A23D97" w:rsidRPr="00A23D97">
        <w:rPr>
          <w:rFonts w:ascii="Corbel" w:hAnsi="Corbel"/>
          <w:b w:val="0"/>
          <w:smallCaps w:val="0"/>
          <w:szCs w:val="24"/>
        </w:rPr>
        <w:t xml:space="preserve"> metoda projektów</w:t>
      </w:r>
      <w:r w:rsidR="00A23D97">
        <w:rPr>
          <w:rFonts w:ascii="Corbel" w:hAnsi="Corbel"/>
          <w:b w:val="0"/>
          <w:smallCaps w:val="0"/>
          <w:szCs w:val="24"/>
        </w:rPr>
        <w:t>.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r w:rsidR="00B8440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się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</w:t>
            </w:r>
            <w:r w:rsidR="00B84405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85747A" w:rsidRPr="002B51B2" w:rsidRDefault="0067187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B51B2">
              <w:rPr>
                <w:rFonts w:ascii="Corbel" w:hAnsi="Corbel"/>
                <w:b w:val="0"/>
                <w:szCs w:val="24"/>
              </w:rPr>
              <w:t>kolokwium, egzamin ustny</w:t>
            </w:r>
          </w:p>
        </w:tc>
        <w:tc>
          <w:tcPr>
            <w:tcW w:w="2126" w:type="dxa"/>
          </w:tcPr>
          <w:p w:rsidR="0085747A" w:rsidRPr="002B51B2" w:rsidRDefault="0067187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B51B2">
              <w:rPr>
                <w:rFonts w:ascii="Corbel" w:hAnsi="Corbel"/>
                <w:b w:val="0"/>
                <w:szCs w:val="24"/>
              </w:rPr>
              <w:t>w,</w:t>
            </w:r>
            <w:r w:rsidR="00B84405">
              <w:rPr>
                <w:rFonts w:ascii="Corbel" w:hAnsi="Corbel"/>
                <w:b w:val="0"/>
                <w:szCs w:val="24"/>
              </w:rPr>
              <w:t xml:space="preserve"> </w:t>
            </w:r>
            <w:r w:rsidRPr="002B51B2">
              <w:rPr>
                <w:rFonts w:ascii="Corbel" w:hAnsi="Corbel"/>
                <w:b w:val="0"/>
                <w:szCs w:val="24"/>
              </w:rPr>
              <w:t>Ćw</w:t>
            </w:r>
            <w:r w:rsidR="00B84405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85747A" w:rsidRPr="002B51B2" w:rsidRDefault="0067187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B51B2">
              <w:rPr>
                <w:rFonts w:ascii="Corbel" w:hAnsi="Corbel"/>
                <w:b w:val="0"/>
                <w:szCs w:val="24"/>
              </w:rPr>
              <w:t>egzamin ustny</w:t>
            </w:r>
          </w:p>
        </w:tc>
        <w:tc>
          <w:tcPr>
            <w:tcW w:w="2126" w:type="dxa"/>
          </w:tcPr>
          <w:p w:rsidR="0085747A" w:rsidRPr="002B51B2" w:rsidRDefault="0067187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B51B2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426EA5" w:rsidRPr="009C54AE" w:rsidTr="00C05F44">
        <w:tc>
          <w:tcPr>
            <w:tcW w:w="1985" w:type="dxa"/>
          </w:tcPr>
          <w:p w:rsidR="00426EA5" w:rsidRPr="009C54AE" w:rsidRDefault="00426E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426EA5" w:rsidRPr="002B51B2" w:rsidRDefault="00EE2A4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B51B2">
              <w:rPr>
                <w:rFonts w:ascii="Corbel" w:hAnsi="Corbel"/>
                <w:b w:val="0"/>
                <w:szCs w:val="24"/>
              </w:rPr>
              <w:t>Egzamin Ustny</w:t>
            </w:r>
          </w:p>
        </w:tc>
        <w:tc>
          <w:tcPr>
            <w:tcW w:w="2126" w:type="dxa"/>
          </w:tcPr>
          <w:p w:rsidR="00426EA5" w:rsidRPr="002B51B2" w:rsidRDefault="00EE2A4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B51B2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426EA5" w:rsidRPr="009C54AE" w:rsidTr="00C05F44">
        <w:tc>
          <w:tcPr>
            <w:tcW w:w="1985" w:type="dxa"/>
          </w:tcPr>
          <w:p w:rsidR="00426EA5" w:rsidRPr="009C54AE" w:rsidRDefault="00426E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426EA5" w:rsidRPr="002B51B2" w:rsidRDefault="00EE2A4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B51B2">
              <w:rPr>
                <w:rFonts w:ascii="Corbel" w:hAnsi="Corbel"/>
                <w:b w:val="0"/>
                <w:szCs w:val="24"/>
              </w:rPr>
              <w:t>Projekt, obserwacja</w:t>
            </w:r>
          </w:p>
        </w:tc>
        <w:tc>
          <w:tcPr>
            <w:tcW w:w="2126" w:type="dxa"/>
          </w:tcPr>
          <w:p w:rsidR="00426EA5" w:rsidRPr="002B51B2" w:rsidRDefault="00EE2A4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B51B2">
              <w:rPr>
                <w:rFonts w:ascii="Corbel" w:hAnsi="Corbel"/>
                <w:b w:val="0"/>
                <w:szCs w:val="24"/>
              </w:rPr>
              <w:t>ćw</w:t>
            </w:r>
            <w:r w:rsidR="00B84405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426EA5" w:rsidRPr="009C54AE" w:rsidTr="00C05F44">
        <w:tc>
          <w:tcPr>
            <w:tcW w:w="1985" w:type="dxa"/>
          </w:tcPr>
          <w:p w:rsidR="00426EA5" w:rsidRPr="009C54AE" w:rsidRDefault="00426E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426EA5" w:rsidRPr="002B51B2" w:rsidRDefault="00EE2A4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B51B2">
              <w:rPr>
                <w:rFonts w:ascii="Corbel" w:hAnsi="Corbel"/>
                <w:b w:val="0"/>
                <w:szCs w:val="24"/>
              </w:rPr>
              <w:t>obserwacja</w:t>
            </w:r>
          </w:p>
        </w:tc>
        <w:tc>
          <w:tcPr>
            <w:tcW w:w="2126" w:type="dxa"/>
          </w:tcPr>
          <w:p w:rsidR="00426EA5" w:rsidRPr="002B51B2" w:rsidRDefault="00EE2A4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B51B2">
              <w:rPr>
                <w:rFonts w:ascii="Corbel" w:hAnsi="Corbel"/>
                <w:b w:val="0"/>
                <w:szCs w:val="24"/>
              </w:rPr>
              <w:t>Ćw</w:t>
            </w:r>
            <w:r w:rsidR="00B84405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426EA5" w:rsidRPr="009C54AE" w:rsidTr="00C05F44">
        <w:tc>
          <w:tcPr>
            <w:tcW w:w="1985" w:type="dxa"/>
          </w:tcPr>
          <w:p w:rsidR="00426EA5" w:rsidRPr="009C54AE" w:rsidRDefault="00426E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:rsidR="00426EA5" w:rsidRPr="002B51B2" w:rsidRDefault="00EE2A4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B51B2">
              <w:rPr>
                <w:rFonts w:ascii="Corbel" w:hAnsi="Corbel"/>
                <w:b w:val="0"/>
                <w:szCs w:val="24"/>
              </w:rPr>
              <w:t>Projekt, obserwacja</w:t>
            </w:r>
          </w:p>
        </w:tc>
        <w:tc>
          <w:tcPr>
            <w:tcW w:w="2126" w:type="dxa"/>
          </w:tcPr>
          <w:p w:rsidR="00426EA5" w:rsidRPr="002B51B2" w:rsidRDefault="00EE2A4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B51B2">
              <w:rPr>
                <w:rFonts w:ascii="Corbel" w:hAnsi="Corbel"/>
                <w:b w:val="0"/>
                <w:szCs w:val="24"/>
              </w:rPr>
              <w:t>Ćw</w:t>
            </w:r>
            <w:r w:rsidR="00B84405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426EA5" w:rsidRPr="009C54AE" w:rsidTr="00C05F44">
        <w:tc>
          <w:tcPr>
            <w:tcW w:w="1985" w:type="dxa"/>
          </w:tcPr>
          <w:p w:rsidR="00426EA5" w:rsidRDefault="00426E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528" w:type="dxa"/>
          </w:tcPr>
          <w:p w:rsidR="00426EA5" w:rsidRPr="002B51B2" w:rsidRDefault="00EE2A4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B51B2">
              <w:rPr>
                <w:rFonts w:ascii="Corbel" w:hAnsi="Corbel"/>
                <w:b w:val="0"/>
                <w:szCs w:val="24"/>
              </w:rPr>
              <w:t>obserwacja</w:t>
            </w:r>
          </w:p>
        </w:tc>
        <w:tc>
          <w:tcPr>
            <w:tcW w:w="2126" w:type="dxa"/>
          </w:tcPr>
          <w:p w:rsidR="00426EA5" w:rsidRPr="002B51B2" w:rsidRDefault="00EE2A4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B51B2">
              <w:rPr>
                <w:rFonts w:ascii="Corbel" w:hAnsi="Corbel"/>
                <w:b w:val="0"/>
                <w:szCs w:val="24"/>
              </w:rPr>
              <w:t>Ćw</w:t>
            </w:r>
            <w:r w:rsidR="00B84405">
              <w:rPr>
                <w:rFonts w:ascii="Corbel" w:hAnsi="Corbel"/>
                <w:b w:val="0"/>
                <w:szCs w:val="24"/>
              </w:rPr>
              <w:t>.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943F0B" w:rsidRPr="002B51B2" w:rsidRDefault="00455E5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B51B2">
              <w:rPr>
                <w:rFonts w:ascii="Corbel" w:hAnsi="Corbel"/>
                <w:b w:val="0"/>
                <w:smallCaps w:val="0"/>
                <w:szCs w:val="24"/>
              </w:rPr>
              <w:t xml:space="preserve">Wykład: </w:t>
            </w:r>
            <w:r w:rsidR="00A23D97" w:rsidRPr="002B51B2">
              <w:rPr>
                <w:rFonts w:ascii="Corbel" w:hAnsi="Corbel"/>
                <w:b w:val="0"/>
                <w:smallCaps w:val="0"/>
                <w:szCs w:val="24"/>
              </w:rPr>
              <w:t>pozytywna ocena z egzaminu ustnego</w:t>
            </w:r>
            <w:r w:rsidR="00943F0B" w:rsidRPr="002B51B2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="0085747A" w:rsidRPr="009C54AE" w:rsidRDefault="00943F0B" w:rsidP="007D62B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B51B2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  <w:r w:rsidR="007D62BE" w:rsidRPr="002B51B2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 w:rsidR="00A23D97" w:rsidRPr="002B51B2">
              <w:rPr>
                <w:rFonts w:ascii="Corbel" w:hAnsi="Corbel"/>
                <w:b w:val="0"/>
                <w:smallCaps w:val="0"/>
                <w:szCs w:val="24"/>
              </w:rPr>
              <w:t>stalenie oceny zaliczeniowej z ćwiczeń na podstawie ocen cząstkowych (p</w:t>
            </w:r>
            <w:r w:rsidR="007D62BE" w:rsidRPr="002B51B2">
              <w:rPr>
                <w:rFonts w:ascii="Corbel" w:hAnsi="Corbel"/>
                <w:b w:val="0"/>
                <w:smallCaps w:val="0"/>
                <w:szCs w:val="24"/>
              </w:rPr>
              <w:t>rzygotowanie</w:t>
            </w:r>
            <w:r w:rsidR="00A23D97" w:rsidRPr="002B51B2">
              <w:rPr>
                <w:rFonts w:ascii="Corbel" w:hAnsi="Corbel"/>
                <w:b w:val="0"/>
                <w:smallCaps w:val="0"/>
                <w:szCs w:val="24"/>
              </w:rPr>
              <w:t xml:space="preserve"> do ćwiczeń</w:t>
            </w:r>
            <w:r w:rsidR="0067187B" w:rsidRPr="002B51B2">
              <w:rPr>
                <w:rFonts w:ascii="Corbel" w:hAnsi="Corbel"/>
                <w:b w:val="0"/>
                <w:smallCaps w:val="0"/>
                <w:szCs w:val="24"/>
              </w:rPr>
              <w:t>, kolokwium</w:t>
            </w:r>
            <w:r w:rsidR="007D62BE" w:rsidRPr="002B51B2">
              <w:rPr>
                <w:rFonts w:ascii="Corbel" w:hAnsi="Corbel"/>
                <w:b w:val="0"/>
                <w:smallCaps w:val="0"/>
                <w:szCs w:val="24"/>
              </w:rPr>
              <w:t>, wykonanie pracy pisemnej - projektu działań socjalnych skierowanych do dowolnie wybranej osoby bądź grupy odznaczającej się problemem funkcjonowania socjalnego</w:t>
            </w:r>
            <w:r w:rsidR="00A23D97" w:rsidRPr="002B51B2">
              <w:rPr>
                <w:rFonts w:ascii="Corbel" w:hAnsi="Corbel"/>
                <w:b w:val="0"/>
                <w:smallCaps w:val="0"/>
                <w:szCs w:val="24"/>
              </w:rPr>
              <w:t>)</w:t>
            </w:r>
            <w:r w:rsidR="006F0A37" w:rsidRPr="002B51B2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A243B5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A243B5"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747A" w:rsidRPr="002B51B2" w:rsidRDefault="00816215" w:rsidP="00C56BD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B51B2"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2B51B2" w:rsidRDefault="00455E54" w:rsidP="00C56BD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B51B2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2B51B2">
              <w:rPr>
                <w:rFonts w:ascii="Corbel" w:hAnsi="Corbel"/>
                <w:sz w:val="24"/>
                <w:szCs w:val="24"/>
              </w:rPr>
              <w:t xml:space="preserve">przygotowanie do kolokwium, przygotowanie do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egzaminu, napisanie </w:t>
            </w:r>
            <w:r w:rsidR="002B51B2">
              <w:rPr>
                <w:rFonts w:ascii="Corbel" w:hAnsi="Corbel"/>
                <w:sz w:val="24"/>
                <w:szCs w:val="24"/>
              </w:rPr>
              <w:t>projektu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C61DC5" w:rsidRPr="002B51B2" w:rsidRDefault="00816215" w:rsidP="00C56BD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B51B2">
              <w:rPr>
                <w:rFonts w:ascii="Corbel" w:hAnsi="Corbel"/>
                <w:sz w:val="24"/>
                <w:szCs w:val="24"/>
              </w:rPr>
              <w:t>5</w:t>
            </w:r>
            <w:r w:rsidR="00455E54" w:rsidRPr="002B51B2"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2B51B2" w:rsidRDefault="00816215" w:rsidP="00C56BD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B51B2"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2B51B2" w:rsidRDefault="00783AF3" w:rsidP="00C56BD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B51B2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DA4EB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DA4EB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C56BD2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Literatura podstawowa:</w:t>
            </w:r>
          </w:p>
          <w:p w:rsidR="004270CC" w:rsidRDefault="004270CC" w:rsidP="00C56BD2">
            <w:pPr>
              <w:pStyle w:val="Punktygwne"/>
              <w:numPr>
                <w:ilvl w:val="0"/>
                <w:numId w:val="3"/>
              </w:numPr>
              <w:spacing w:before="0" w:after="0" w:line="276" w:lineRule="auto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4270C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Brągiel</w:t>
            </w:r>
            <w:proofErr w:type="spellEnd"/>
            <w:r w:rsidRPr="004270C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J., Kurcz A., Pracownik socjalny. Wybrane problemy zawodu w okresie transformacji społecznej, Uniwersytet Opo</w:t>
            </w:r>
            <w:r w:rsidR="00394A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lski, 2002.</w:t>
            </w:r>
          </w:p>
          <w:p w:rsidR="00394A6C" w:rsidRDefault="004270CC" w:rsidP="00C56BD2">
            <w:pPr>
              <w:pStyle w:val="Punktygwne"/>
              <w:numPr>
                <w:ilvl w:val="0"/>
                <w:numId w:val="3"/>
              </w:numPr>
              <w:spacing w:before="0" w:after="0" w:line="276" w:lineRule="auto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394A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Granosik</w:t>
            </w:r>
            <w:proofErr w:type="spellEnd"/>
            <w:r w:rsidRPr="00394A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 Profesjonalny wymiar pracy socjalnej, Wyd. Śląsk, Katowice</w:t>
            </w:r>
            <w:r w:rsidR="00394A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2006.</w:t>
            </w:r>
          </w:p>
          <w:p w:rsidR="004270CC" w:rsidRPr="00394A6C" w:rsidRDefault="004270CC" w:rsidP="00C56BD2">
            <w:pPr>
              <w:pStyle w:val="Punktygwne"/>
              <w:numPr>
                <w:ilvl w:val="0"/>
                <w:numId w:val="3"/>
              </w:numPr>
              <w:spacing w:before="0" w:after="0" w:line="276" w:lineRule="auto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94A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Grzybek G., Etyczne podstawy pracy socjalnej, wyd. ATH, Bielsko-Biała 20</w:t>
            </w:r>
            <w:r w:rsidR="00394A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07.</w:t>
            </w:r>
          </w:p>
          <w:p w:rsidR="004270CC" w:rsidRDefault="004270CC" w:rsidP="00C56BD2">
            <w:pPr>
              <w:pStyle w:val="Punktygwne"/>
              <w:numPr>
                <w:ilvl w:val="0"/>
                <w:numId w:val="3"/>
              </w:numPr>
              <w:spacing w:before="0" w:after="0" w:line="276" w:lineRule="auto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270C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Grzybek G., Podstawy pracy socjalnej. Ujęcie antropologiczno-etyczne</w:t>
            </w:r>
            <w:r w:rsidR="00394A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wyd. ATH, Bielsko-Biała 2006.</w:t>
            </w:r>
          </w:p>
          <w:p w:rsidR="004270CC" w:rsidRDefault="004270CC" w:rsidP="00C56BD2">
            <w:pPr>
              <w:pStyle w:val="Punktygwne"/>
              <w:numPr>
                <w:ilvl w:val="0"/>
                <w:numId w:val="3"/>
              </w:numPr>
              <w:spacing w:before="0" w:after="0" w:line="276" w:lineRule="auto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270C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Pr="004270C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Kantowicz</w:t>
            </w:r>
            <w:proofErr w:type="spellEnd"/>
            <w:r w:rsidRPr="004270C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E., Elementy teorii i praktyki pracy socjalnej, wyd. Uniwersytetu Warmińsko-Mazurskiego, Olsztyn 2001</w:t>
            </w:r>
            <w:r w:rsidR="00394A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4270C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  <w:p w:rsidR="004270CC" w:rsidRDefault="004270CC" w:rsidP="00C56BD2">
            <w:pPr>
              <w:pStyle w:val="Punktygwne"/>
              <w:numPr>
                <w:ilvl w:val="0"/>
                <w:numId w:val="3"/>
              </w:numPr>
              <w:spacing w:before="0" w:after="0" w:line="276" w:lineRule="auto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270C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Krzesińska-Żach B., Człowiek w sytuacji zagrożenia jako podmiot oddziaływań pracownika socjalnego, Trans Hum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ana, 2006</w:t>
            </w:r>
            <w:r w:rsidR="00394A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:rsidR="004270CC" w:rsidRDefault="004270CC" w:rsidP="00C56BD2">
            <w:pPr>
              <w:pStyle w:val="Punktygwne"/>
              <w:numPr>
                <w:ilvl w:val="0"/>
                <w:numId w:val="3"/>
              </w:numPr>
              <w:spacing w:before="0" w:after="0" w:line="276" w:lineRule="auto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270CC"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 xml:space="preserve">B. Zięba, M. Paluch, L. </w:t>
            </w:r>
            <w:proofErr w:type="spellStart"/>
            <w:r w:rsidRPr="004270CC"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Melnyk</w:t>
            </w:r>
            <w:proofErr w:type="spellEnd"/>
            <w:r w:rsidRPr="004270CC"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 xml:space="preserve"> (red.), Edukacja, wychowanie, praca socjalna – ukraińsko</w:t>
            </w:r>
            <w:r w:rsidR="00394A6C"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 xml:space="preserve">-polskie refleksje teoretyczne. </w:t>
            </w:r>
            <w:r w:rsidRPr="004270CC"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Wydawnictwo i Drukarnia</w:t>
            </w:r>
            <w:r w:rsidRPr="004270C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Diecezji Rzeszowskiej  „Bonus-Liber”, Rz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esz</w:t>
            </w:r>
            <w:r w:rsidR="00394A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ów 2013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:rsidR="00384735" w:rsidRDefault="00384735" w:rsidP="00C56BD2">
            <w:pPr>
              <w:pStyle w:val="Punktygwne"/>
              <w:numPr>
                <w:ilvl w:val="0"/>
                <w:numId w:val="3"/>
              </w:numPr>
              <w:spacing w:before="0" w:after="0" w:line="276" w:lineRule="auto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Jedynak W., Etyka zawodowa pracownika socjalnego [w:] Społeczeństwo i Rodzina, T. 37, Zeszyt 4, s. 44-59.</w:t>
            </w:r>
          </w:p>
          <w:p w:rsidR="004270CC" w:rsidRDefault="004270CC" w:rsidP="00C56BD2">
            <w:pPr>
              <w:pStyle w:val="Punktygwne"/>
              <w:numPr>
                <w:ilvl w:val="0"/>
                <w:numId w:val="3"/>
              </w:numPr>
              <w:spacing w:before="0" w:after="0" w:line="276" w:lineRule="auto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270CC"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Zięba</w:t>
            </w: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 xml:space="preserve"> B., </w:t>
            </w:r>
            <w:r w:rsidRPr="004270CC"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Zięba</w:t>
            </w: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 xml:space="preserve"> A.</w:t>
            </w:r>
            <w:r w:rsidRPr="004270CC"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 xml:space="preserve">, , Wartości wychowawcze </w:t>
            </w:r>
            <w:r w:rsidR="00394A6C"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płynące ze wsparcia rodziny i działań</w:t>
            </w:r>
            <w:r w:rsidRPr="004270CC"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 xml:space="preserve"> pracownika socjalnego skierowane na osobę objętą o</w:t>
            </w: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pieką hospicyjną, (w:)  Zbiór</w:t>
            </w:r>
            <w:r w:rsidR="00394A6C"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 xml:space="preserve"> prac naukowych</w:t>
            </w:r>
            <w:r w:rsidRPr="004270CC"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4270C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Narodowego Uniwersytetu im. Iwana Ogienka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 Kamieńcu Podolskim</w:t>
            </w:r>
            <w:r w:rsidRPr="004270C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-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4270C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seria socjalno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  <w:r w:rsidRPr="004270C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pedagogiczna część 1/ 23, Kam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ieniec Podolski 2013  s. 58-68.</w:t>
            </w:r>
          </w:p>
          <w:p w:rsidR="004270CC" w:rsidRDefault="004270CC" w:rsidP="00C56BD2">
            <w:pPr>
              <w:pStyle w:val="Punktygwne"/>
              <w:numPr>
                <w:ilvl w:val="0"/>
                <w:numId w:val="3"/>
              </w:numPr>
              <w:spacing w:before="0" w:after="0" w:line="276" w:lineRule="auto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270CC"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Zięba</w:t>
            </w: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 xml:space="preserve"> B.</w:t>
            </w:r>
            <w:r w:rsidRPr="004270CC"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, Rola wsparcia społecznego ubogich rodzin w polepszaniu sytuacji szkolnej ich dzieci, (w:) Naukowe czaso</w:t>
            </w:r>
            <w:r w:rsidRPr="004270C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pismo Narodowego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4270C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Pedagogicznego Uniwersytetu im. M.P. Dragomanowi, Seria 12, Nauki Psychologiczne, Zeszyt 2 (47), Kijó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 2015, s.207-211</w:t>
            </w:r>
            <w:r w:rsidRPr="004270C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:rsidR="00394A6C" w:rsidRDefault="00394A6C" w:rsidP="00C56BD2">
            <w:pPr>
              <w:pStyle w:val="Punktygwne"/>
              <w:numPr>
                <w:ilvl w:val="0"/>
                <w:numId w:val="3"/>
              </w:numPr>
              <w:spacing w:before="0" w:after="0" w:line="276" w:lineRule="auto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94A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Piekut-Brodzka D., Kuczyńska-Kwapisz J., Pedagogika specjalna dla prac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owników socjalnych, WAPS, 2004.</w:t>
            </w:r>
          </w:p>
          <w:p w:rsidR="00394A6C" w:rsidRDefault="00394A6C" w:rsidP="00C56BD2">
            <w:pPr>
              <w:pStyle w:val="Punktygwne"/>
              <w:numPr>
                <w:ilvl w:val="0"/>
                <w:numId w:val="3"/>
              </w:numPr>
              <w:spacing w:before="0" w:after="0" w:line="276" w:lineRule="auto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94A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Sierpowska I., Prawo pomocy społecznej. Przepisy z wprowadzeniem, Wolters Kluwer Polska – OFICYNA, Krakó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w, 2007.</w:t>
            </w:r>
          </w:p>
          <w:p w:rsidR="00C85A0E" w:rsidRPr="00C85A0E" w:rsidRDefault="00C85A0E" w:rsidP="00C56BD2">
            <w:pPr>
              <w:pStyle w:val="Punktygwne"/>
              <w:numPr>
                <w:ilvl w:val="0"/>
                <w:numId w:val="3"/>
              </w:numPr>
              <w:spacing w:before="0" w:after="0" w:line="276" w:lineRule="auto"/>
              <w:rPr>
                <w:rStyle w:val="Uwydatnienie"/>
                <w:rFonts w:ascii="Corbel" w:hAnsi="Corbel"/>
                <w:b w:val="0"/>
                <w:i w:val="0"/>
                <w:iCs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Style w:val="Uwydatnienie"/>
                <w:rFonts w:ascii="Corbel" w:hAnsi="Corbel"/>
                <w:b w:val="0"/>
                <w:i w:val="0"/>
                <w:iCs w:val="0"/>
                <w:smallCaps w:val="0"/>
                <w:color w:val="000000"/>
                <w:szCs w:val="24"/>
              </w:rPr>
              <w:t>DuBois</w:t>
            </w:r>
            <w:proofErr w:type="spellEnd"/>
            <w:r>
              <w:rPr>
                <w:rStyle w:val="Uwydatnienie"/>
                <w:rFonts w:ascii="Corbel" w:hAnsi="Corbel"/>
                <w:b w:val="0"/>
                <w:i w:val="0"/>
                <w:iCs w:val="0"/>
                <w:smallCaps w:val="0"/>
                <w:color w:val="000000"/>
                <w:szCs w:val="24"/>
              </w:rPr>
              <w:t xml:space="preserve"> B., </w:t>
            </w:r>
            <w:proofErr w:type="spellStart"/>
            <w:r>
              <w:rPr>
                <w:rStyle w:val="Uwydatnienie"/>
                <w:rFonts w:ascii="Corbel" w:hAnsi="Corbel"/>
                <w:b w:val="0"/>
                <w:i w:val="0"/>
                <w:iCs w:val="0"/>
                <w:smallCaps w:val="0"/>
                <w:color w:val="000000"/>
                <w:szCs w:val="24"/>
              </w:rPr>
              <w:t>Krogsrud</w:t>
            </w:r>
            <w:proofErr w:type="spellEnd"/>
            <w:r>
              <w:rPr>
                <w:rStyle w:val="Uwydatnienie"/>
                <w:rFonts w:ascii="Corbel" w:hAnsi="Corbel"/>
                <w:b w:val="0"/>
                <w:i w:val="0"/>
                <w:iCs w:val="0"/>
                <w:smallCaps w:val="0"/>
                <w:color w:val="000000"/>
                <w:szCs w:val="24"/>
              </w:rPr>
              <w:t xml:space="preserve"> </w:t>
            </w:r>
            <w:proofErr w:type="spellStart"/>
            <w:r>
              <w:rPr>
                <w:rStyle w:val="Uwydatnienie"/>
                <w:rFonts w:ascii="Corbel" w:hAnsi="Corbel"/>
                <w:b w:val="0"/>
                <w:i w:val="0"/>
                <w:iCs w:val="0"/>
                <w:smallCaps w:val="0"/>
                <w:color w:val="000000"/>
                <w:szCs w:val="24"/>
              </w:rPr>
              <w:t>Miley</w:t>
            </w:r>
            <w:proofErr w:type="spellEnd"/>
            <w:r>
              <w:rPr>
                <w:rStyle w:val="Uwydatnienie"/>
                <w:rFonts w:ascii="Corbel" w:hAnsi="Corbel"/>
                <w:b w:val="0"/>
                <w:i w:val="0"/>
                <w:iCs w:val="0"/>
                <w:smallCaps w:val="0"/>
                <w:color w:val="000000"/>
                <w:szCs w:val="24"/>
              </w:rPr>
              <w:t xml:space="preserve"> K., Praca socjalna, Warszawa 1996.</w:t>
            </w:r>
          </w:p>
          <w:p w:rsidR="00394A6C" w:rsidRDefault="00394A6C" w:rsidP="00C56BD2">
            <w:pPr>
              <w:pStyle w:val="Punktygwne"/>
              <w:numPr>
                <w:ilvl w:val="0"/>
                <w:numId w:val="3"/>
              </w:numPr>
              <w:spacing w:before="0" w:after="0" w:line="276" w:lineRule="auto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94A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Pilch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T., </w:t>
            </w:r>
            <w:r w:rsidRPr="00394A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Lepalczyk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I.</w:t>
            </w:r>
            <w:r w:rsidRPr="00394A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(red.), Ped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agogika społeczna, Warszawa1995.</w:t>
            </w:r>
            <w:r w:rsidRPr="00394A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  <w:p w:rsidR="00394A6C" w:rsidRDefault="00394A6C" w:rsidP="00C56BD2">
            <w:pPr>
              <w:pStyle w:val="Punktygwne"/>
              <w:numPr>
                <w:ilvl w:val="0"/>
                <w:numId w:val="3"/>
              </w:numPr>
              <w:spacing w:before="0" w:after="0" w:line="276" w:lineRule="auto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94A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Kaźmierczak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T., </w:t>
            </w:r>
            <w:r w:rsidRPr="00394A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Łuczyńska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</w:t>
            </w:r>
            <w:r w:rsidRPr="00394A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Wprowadzenie do pomo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cy społecznej, Warszawa 1996. </w:t>
            </w:r>
          </w:p>
          <w:p w:rsidR="00394A6C" w:rsidRDefault="00394A6C" w:rsidP="00C56BD2">
            <w:pPr>
              <w:pStyle w:val="Punktygwne"/>
              <w:numPr>
                <w:ilvl w:val="0"/>
                <w:numId w:val="3"/>
              </w:numPr>
              <w:spacing w:before="0" w:after="0" w:line="276" w:lineRule="auto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94A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Ornacka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K.</w:t>
            </w:r>
            <w:r w:rsidRPr="00394A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Ewaluacja. Między naukami społecznymi 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pracą socjalną, Kraków 2003.</w:t>
            </w:r>
          </w:p>
          <w:p w:rsidR="00394A6C" w:rsidRDefault="00394A6C" w:rsidP="00C56BD2">
            <w:pPr>
              <w:pStyle w:val="Punktygwne"/>
              <w:numPr>
                <w:ilvl w:val="0"/>
                <w:numId w:val="3"/>
              </w:numPr>
              <w:spacing w:before="0" w:after="0" w:line="276" w:lineRule="auto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94A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Kaczyńska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W.</w:t>
            </w:r>
            <w:r w:rsidRPr="00394A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(red.), O etyce słu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żb społecznych, Warszawa 2010, </w:t>
            </w:r>
          </w:p>
          <w:p w:rsidR="00394A6C" w:rsidRDefault="00394A6C" w:rsidP="00C56BD2">
            <w:pPr>
              <w:pStyle w:val="Punktygwne"/>
              <w:numPr>
                <w:ilvl w:val="0"/>
                <w:numId w:val="3"/>
              </w:numPr>
              <w:spacing w:before="0" w:after="0" w:line="276" w:lineRule="auto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94A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Krzyszkowski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J.</w:t>
            </w:r>
            <w:r w:rsidRPr="00394A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Pomoc społeczna. Szkic socjologiczny, Warszawa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2008.</w:t>
            </w:r>
          </w:p>
          <w:p w:rsidR="00394A6C" w:rsidRDefault="00394A6C" w:rsidP="00C56BD2">
            <w:pPr>
              <w:pStyle w:val="Punktygwne"/>
              <w:numPr>
                <w:ilvl w:val="0"/>
                <w:numId w:val="3"/>
              </w:numPr>
              <w:spacing w:before="0" w:after="0" w:line="276" w:lineRule="auto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94A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Rymsza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</w:t>
            </w:r>
            <w:r w:rsidRPr="00394A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(red.), Pracownicy socjalni i praca socjalna w Polsce. Między służbą społeczną a urzędem, Warszawa 2012 (wers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ja elektroniczna na: www ISP).</w:t>
            </w:r>
          </w:p>
          <w:p w:rsidR="00394A6C" w:rsidRPr="009C54AE" w:rsidRDefault="00394A6C" w:rsidP="00C56BD2">
            <w:pPr>
              <w:pStyle w:val="Punktygwne"/>
              <w:numPr>
                <w:ilvl w:val="0"/>
                <w:numId w:val="3"/>
              </w:numPr>
              <w:spacing w:before="0" w:after="0" w:line="276" w:lineRule="auto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394A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Rysz</w:t>
            </w:r>
            <w:proofErr w:type="spellEnd"/>
            <w:r w:rsidRPr="00394A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-Kowalczyk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B.</w:t>
            </w:r>
            <w:r w:rsidRPr="00394A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(red.), Polityka społeczna gmin i powiatów. Kompendium </w:t>
            </w:r>
            <w:r w:rsidRPr="00394A6C"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 xml:space="preserve"> wiedzy o instytucjach i procedurach, Warszawa 2011</w:t>
            </w: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C56BD2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:rsidR="00D921D8" w:rsidRPr="00D921D8" w:rsidRDefault="00D921D8" w:rsidP="00C56BD2">
            <w:pPr>
              <w:pStyle w:val="Punktygwne"/>
              <w:numPr>
                <w:ilvl w:val="0"/>
                <w:numId w:val="3"/>
              </w:numPr>
              <w:spacing w:before="0" w:after="0" w:line="276" w:lineRule="auto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4270C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Lalak</w:t>
            </w:r>
            <w:proofErr w:type="spellEnd"/>
            <w:r w:rsidRPr="004270C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D., Pilch T., Elementarne pojęcia pedagogiki społecznej i pracy socjalnej, Żak Wydawnictwo Akadem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ickie, 1999.</w:t>
            </w:r>
          </w:p>
          <w:p w:rsidR="000C0580" w:rsidRDefault="000C0580" w:rsidP="00C56BD2">
            <w:pPr>
              <w:pStyle w:val="Punktygwne"/>
              <w:numPr>
                <w:ilvl w:val="0"/>
                <w:numId w:val="4"/>
              </w:numPr>
              <w:spacing w:before="0" w:after="0" w:line="276" w:lineRule="auto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0C058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Szatur</w:t>
            </w:r>
            <w:proofErr w:type="spellEnd"/>
            <w:r w:rsidRPr="000C058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-Jaworska</w:t>
            </w:r>
            <w:r w:rsidR="00D549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B.</w:t>
            </w:r>
            <w:r w:rsidRPr="000C058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(red.), Ewaluacja w służbach społecznych, Warszawa 2010 - akty prawne regulujące funkcjonow</w:t>
            </w:r>
            <w:r w:rsidR="00D549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anie służb społecznych w Polsce.</w:t>
            </w:r>
          </w:p>
          <w:p w:rsidR="00D921D8" w:rsidRDefault="00D921D8" w:rsidP="00C56BD2">
            <w:pPr>
              <w:pStyle w:val="Punktygwne"/>
              <w:numPr>
                <w:ilvl w:val="0"/>
                <w:numId w:val="3"/>
              </w:numPr>
              <w:spacing w:before="0" w:after="0" w:line="276" w:lineRule="auto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270CC"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Zięba</w:t>
            </w: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 xml:space="preserve"> B., </w:t>
            </w:r>
            <w:r w:rsidRPr="004270CC"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Paluch</w:t>
            </w: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 xml:space="preserve"> M., </w:t>
            </w:r>
            <w:proofErr w:type="spellStart"/>
            <w:r w:rsidRPr="004270CC"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Kaniosa</w:t>
            </w:r>
            <w:proofErr w:type="spellEnd"/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 xml:space="preserve"> P.</w:t>
            </w:r>
            <w:r w:rsidRPr="004270CC"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 xml:space="preserve"> (red.), Patologie społeczne w środowisku wychowawczym: zagrożenia, profilaktyka, wychowanie, edukacja, praca socjalna  (konteksty ukraińsko-polskie</w:t>
            </w: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 xml:space="preserve">. </w:t>
            </w:r>
            <w:r w:rsidRPr="004270CC"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Wydawni</w:t>
            </w:r>
            <w:r w:rsidRPr="004270C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ctwo i Drukarnia Diecezji Rzeszowskiej  „Bonus-Liber”, Rz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eszów 2013.</w:t>
            </w:r>
          </w:p>
          <w:p w:rsidR="00D921D8" w:rsidRPr="00D921D8" w:rsidRDefault="00D921D8" w:rsidP="00C56BD2">
            <w:pPr>
              <w:pStyle w:val="Punktygwne"/>
              <w:numPr>
                <w:ilvl w:val="0"/>
                <w:numId w:val="3"/>
              </w:numPr>
              <w:spacing w:before="0" w:after="0" w:line="276" w:lineRule="auto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394A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Szmagalski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J.</w:t>
            </w:r>
            <w:r w:rsidRPr="00394A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Stres i wypalenie zawodowe pracownik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ów socjalnych, Warszawa 2004.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121B9" w:rsidRDefault="003121B9" w:rsidP="00C16ABF">
      <w:pPr>
        <w:spacing w:after="0" w:line="240" w:lineRule="auto"/>
      </w:pPr>
      <w:r>
        <w:separator/>
      </w:r>
    </w:p>
  </w:endnote>
  <w:endnote w:type="continuationSeparator" w:id="0">
    <w:p w:rsidR="003121B9" w:rsidRDefault="003121B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121B9" w:rsidRDefault="003121B9" w:rsidP="00C16ABF">
      <w:pPr>
        <w:spacing w:after="0" w:line="240" w:lineRule="auto"/>
      </w:pPr>
      <w:r>
        <w:separator/>
      </w:r>
    </w:p>
  </w:footnote>
  <w:footnote w:type="continuationSeparator" w:id="0">
    <w:p w:rsidR="003121B9" w:rsidRDefault="003121B9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C6C6475"/>
    <w:multiLevelType w:val="hybridMultilevel"/>
    <w:tmpl w:val="72DE49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0F5BD8"/>
    <w:multiLevelType w:val="hybridMultilevel"/>
    <w:tmpl w:val="844852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804CCC"/>
    <w:multiLevelType w:val="hybridMultilevel"/>
    <w:tmpl w:val="47BC80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23B6C"/>
    <w:rsid w:val="00034CA1"/>
    <w:rsid w:val="00042A51"/>
    <w:rsid w:val="00042D2E"/>
    <w:rsid w:val="00044C82"/>
    <w:rsid w:val="000552E8"/>
    <w:rsid w:val="000601B5"/>
    <w:rsid w:val="00061F2F"/>
    <w:rsid w:val="00070ED6"/>
    <w:rsid w:val="000742DC"/>
    <w:rsid w:val="000835F6"/>
    <w:rsid w:val="00084C12"/>
    <w:rsid w:val="0009462C"/>
    <w:rsid w:val="00094B12"/>
    <w:rsid w:val="00096C46"/>
    <w:rsid w:val="000A296F"/>
    <w:rsid w:val="000A2A28"/>
    <w:rsid w:val="000B192D"/>
    <w:rsid w:val="000B28EE"/>
    <w:rsid w:val="000B33AA"/>
    <w:rsid w:val="000B3E37"/>
    <w:rsid w:val="000C0580"/>
    <w:rsid w:val="000C1C7A"/>
    <w:rsid w:val="000C3C52"/>
    <w:rsid w:val="000C70EF"/>
    <w:rsid w:val="000D04B0"/>
    <w:rsid w:val="000D716D"/>
    <w:rsid w:val="000F05F3"/>
    <w:rsid w:val="000F1C57"/>
    <w:rsid w:val="000F5615"/>
    <w:rsid w:val="000F6F3A"/>
    <w:rsid w:val="00106637"/>
    <w:rsid w:val="00116D23"/>
    <w:rsid w:val="00124BFF"/>
    <w:rsid w:val="0012560E"/>
    <w:rsid w:val="00127108"/>
    <w:rsid w:val="00133F4D"/>
    <w:rsid w:val="00134B13"/>
    <w:rsid w:val="00146BC0"/>
    <w:rsid w:val="00153C41"/>
    <w:rsid w:val="0015436B"/>
    <w:rsid w:val="00154381"/>
    <w:rsid w:val="001640A7"/>
    <w:rsid w:val="00164FA7"/>
    <w:rsid w:val="00166A03"/>
    <w:rsid w:val="00166CD9"/>
    <w:rsid w:val="001718A7"/>
    <w:rsid w:val="0017203C"/>
    <w:rsid w:val="00172AC3"/>
    <w:rsid w:val="001737CF"/>
    <w:rsid w:val="00176083"/>
    <w:rsid w:val="001770C7"/>
    <w:rsid w:val="00192F37"/>
    <w:rsid w:val="00193629"/>
    <w:rsid w:val="001A70D2"/>
    <w:rsid w:val="001D657B"/>
    <w:rsid w:val="001D7B54"/>
    <w:rsid w:val="001E0209"/>
    <w:rsid w:val="001E6406"/>
    <w:rsid w:val="001F2CA2"/>
    <w:rsid w:val="001F4415"/>
    <w:rsid w:val="0021275C"/>
    <w:rsid w:val="002144C0"/>
    <w:rsid w:val="0022477D"/>
    <w:rsid w:val="002278A9"/>
    <w:rsid w:val="002336F9"/>
    <w:rsid w:val="0024028F"/>
    <w:rsid w:val="00244ABC"/>
    <w:rsid w:val="0027787F"/>
    <w:rsid w:val="00281FF2"/>
    <w:rsid w:val="002857DE"/>
    <w:rsid w:val="00291567"/>
    <w:rsid w:val="002A22BF"/>
    <w:rsid w:val="002A2389"/>
    <w:rsid w:val="002A671D"/>
    <w:rsid w:val="002B4D55"/>
    <w:rsid w:val="002B51B2"/>
    <w:rsid w:val="002B5EA0"/>
    <w:rsid w:val="002B6119"/>
    <w:rsid w:val="002C1F06"/>
    <w:rsid w:val="002D3375"/>
    <w:rsid w:val="002D73D4"/>
    <w:rsid w:val="002E22E2"/>
    <w:rsid w:val="002E6DEC"/>
    <w:rsid w:val="002F02A3"/>
    <w:rsid w:val="002F1E4C"/>
    <w:rsid w:val="002F2156"/>
    <w:rsid w:val="002F4ABE"/>
    <w:rsid w:val="002F71A6"/>
    <w:rsid w:val="003018BA"/>
    <w:rsid w:val="00302D95"/>
    <w:rsid w:val="0030395F"/>
    <w:rsid w:val="00305C92"/>
    <w:rsid w:val="003121B9"/>
    <w:rsid w:val="003151C5"/>
    <w:rsid w:val="00316C73"/>
    <w:rsid w:val="00323D49"/>
    <w:rsid w:val="0032770D"/>
    <w:rsid w:val="003343CF"/>
    <w:rsid w:val="00346FE9"/>
    <w:rsid w:val="00347568"/>
    <w:rsid w:val="0034759A"/>
    <w:rsid w:val="003503F6"/>
    <w:rsid w:val="003530DD"/>
    <w:rsid w:val="00363F78"/>
    <w:rsid w:val="0037291E"/>
    <w:rsid w:val="00384735"/>
    <w:rsid w:val="00394A6C"/>
    <w:rsid w:val="003A0A5B"/>
    <w:rsid w:val="003A1176"/>
    <w:rsid w:val="003B3053"/>
    <w:rsid w:val="003C0BAE"/>
    <w:rsid w:val="003D18A9"/>
    <w:rsid w:val="003D6CE2"/>
    <w:rsid w:val="003E1941"/>
    <w:rsid w:val="003E2FE6"/>
    <w:rsid w:val="003E49D5"/>
    <w:rsid w:val="003F326F"/>
    <w:rsid w:val="003F38C0"/>
    <w:rsid w:val="00403819"/>
    <w:rsid w:val="00414E3C"/>
    <w:rsid w:val="0042244A"/>
    <w:rsid w:val="00426EA5"/>
    <w:rsid w:val="004270CC"/>
    <w:rsid w:val="0042745A"/>
    <w:rsid w:val="00431D5C"/>
    <w:rsid w:val="004362C6"/>
    <w:rsid w:val="0043704A"/>
    <w:rsid w:val="00437FA2"/>
    <w:rsid w:val="004400B8"/>
    <w:rsid w:val="00441A2B"/>
    <w:rsid w:val="00445970"/>
    <w:rsid w:val="00455E54"/>
    <w:rsid w:val="0045729E"/>
    <w:rsid w:val="00461EFC"/>
    <w:rsid w:val="004646AE"/>
    <w:rsid w:val="004652C2"/>
    <w:rsid w:val="004706D1"/>
    <w:rsid w:val="00471326"/>
    <w:rsid w:val="00473FE3"/>
    <w:rsid w:val="0047598D"/>
    <w:rsid w:val="00475EC7"/>
    <w:rsid w:val="00475F31"/>
    <w:rsid w:val="004840FD"/>
    <w:rsid w:val="00490F7D"/>
    <w:rsid w:val="00491678"/>
    <w:rsid w:val="004968E2"/>
    <w:rsid w:val="004A17B0"/>
    <w:rsid w:val="004A3EEA"/>
    <w:rsid w:val="004A4D1F"/>
    <w:rsid w:val="004C436B"/>
    <w:rsid w:val="004C475E"/>
    <w:rsid w:val="004C74AB"/>
    <w:rsid w:val="004D5282"/>
    <w:rsid w:val="004F1551"/>
    <w:rsid w:val="004F55A3"/>
    <w:rsid w:val="004F767E"/>
    <w:rsid w:val="0050496F"/>
    <w:rsid w:val="00510DDD"/>
    <w:rsid w:val="00513B6F"/>
    <w:rsid w:val="00517C63"/>
    <w:rsid w:val="00523487"/>
    <w:rsid w:val="00526C94"/>
    <w:rsid w:val="0053458D"/>
    <w:rsid w:val="005363C4"/>
    <w:rsid w:val="00536BDE"/>
    <w:rsid w:val="00543ACC"/>
    <w:rsid w:val="00550540"/>
    <w:rsid w:val="00551872"/>
    <w:rsid w:val="0056696D"/>
    <w:rsid w:val="005738AE"/>
    <w:rsid w:val="00573EF9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37A84"/>
    <w:rsid w:val="00640979"/>
    <w:rsid w:val="00647FA8"/>
    <w:rsid w:val="00650C5F"/>
    <w:rsid w:val="00654934"/>
    <w:rsid w:val="006620D9"/>
    <w:rsid w:val="0067187B"/>
    <w:rsid w:val="00671958"/>
    <w:rsid w:val="00675843"/>
    <w:rsid w:val="006762CE"/>
    <w:rsid w:val="006774A1"/>
    <w:rsid w:val="00685D89"/>
    <w:rsid w:val="00694FF4"/>
    <w:rsid w:val="006963C9"/>
    <w:rsid w:val="00696477"/>
    <w:rsid w:val="006B6B58"/>
    <w:rsid w:val="006B6E82"/>
    <w:rsid w:val="006C54AB"/>
    <w:rsid w:val="006D050F"/>
    <w:rsid w:val="006D6139"/>
    <w:rsid w:val="006E5D65"/>
    <w:rsid w:val="006F0A37"/>
    <w:rsid w:val="006F1282"/>
    <w:rsid w:val="006F1FBC"/>
    <w:rsid w:val="006F31E2"/>
    <w:rsid w:val="0070029F"/>
    <w:rsid w:val="00703947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243F"/>
    <w:rsid w:val="00780449"/>
    <w:rsid w:val="00780F0B"/>
    <w:rsid w:val="0078168C"/>
    <w:rsid w:val="00783AF3"/>
    <w:rsid w:val="00787C2A"/>
    <w:rsid w:val="00790E27"/>
    <w:rsid w:val="007A4022"/>
    <w:rsid w:val="007A6E6E"/>
    <w:rsid w:val="007C3299"/>
    <w:rsid w:val="007C3BCC"/>
    <w:rsid w:val="007C4546"/>
    <w:rsid w:val="007C4B5C"/>
    <w:rsid w:val="007D42FB"/>
    <w:rsid w:val="007D62BE"/>
    <w:rsid w:val="007D6E56"/>
    <w:rsid w:val="007E26B2"/>
    <w:rsid w:val="007F1652"/>
    <w:rsid w:val="007F4155"/>
    <w:rsid w:val="008034AC"/>
    <w:rsid w:val="0080379F"/>
    <w:rsid w:val="0081554D"/>
    <w:rsid w:val="00816215"/>
    <w:rsid w:val="0081707E"/>
    <w:rsid w:val="008171E3"/>
    <w:rsid w:val="008449B3"/>
    <w:rsid w:val="0085747A"/>
    <w:rsid w:val="0086524C"/>
    <w:rsid w:val="00865BC6"/>
    <w:rsid w:val="0087126A"/>
    <w:rsid w:val="00884922"/>
    <w:rsid w:val="00885952"/>
    <w:rsid w:val="00885F64"/>
    <w:rsid w:val="008917F9"/>
    <w:rsid w:val="008957C6"/>
    <w:rsid w:val="008A45F7"/>
    <w:rsid w:val="008A6CD6"/>
    <w:rsid w:val="008B3078"/>
    <w:rsid w:val="008B43D7"/>
    <w:rsid w:val="008C0CC0"/>
    <w:rsid w:val="008C19A9"/>
    <w:rsid w:val="008C379D"/>
    <w:rsid w:val="008C5147"/>
    <w:rsid w:val="008C5359"/>
    <w:rsid w:val="008C5363"/>
    <w:rsid w:val="008C7408"/>
    <w:rsid w:val="008D3DFB"/>
    <w:rsid w:val="008E64F4"/>
    <w:rsid w:val="008F12C9"/>
    <w:rsid w:val="008F6E29"/>
    <w:rsid w:val="00916188"/>
    <w:rsid w:val="00923D7D"/>
    <w:rsid w:val="00925379"/>
    <w:rsid w:val="00943F0B"/>
    <w:rsid w:val="00945B08"/>
    <w:rsid w:val="009508DF"/>
    <w:rsid w:val="00950DAC"/>
    <w:rsid w:val="0095293A"/>
    <w:rsid w:val="00954A07"/>
    <w:rsid w:val="00954E08"/>
    <w:rsid w:val="00956799"/>
    <w:rsid w:val="009658E0"/>
    <w:rsid w:val="00980163"/>
    <w:rsid w:val="00981ABE"/>
    <w:rsid w:val="009920B3"/>
    <w:rsid w:val="00997F14"/>
    <w:rsid w:val="009A78CD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03BAC"/>
    <w:rsid w:val="00A155EE"/>
    <w:rsid w:val="00A208BF"/>
    <w:rsid w:val="00A220D2"/>
    <w:rsid w:val="00A2245B"/>
    <w:rsid w:val="00A23D97"/>
    <w:rsid w:val="00A243B5"/>
    <w:rsid w:val="00A30110"/>
    <w:rsid w:val="00A36899"/>
    <w:rsid w:val="00A371F6"/>
    <w:rsid w:val="00A43BF6"/>
    <w:rsid w:val="00A53FA5"/>
    <w:rsid w:val="00A54817"/>
    <w:rsid w:val="00A601C8"/>
    <w:rsid w:val="00A60799"/>
    <w:rsid w:val="00A7732B"/>
    <w:rsid w:val="00A84C85"/>
    <w:rsid w:val="00A97DE1"/>
    <w:rsid w:val="00AA4955"/>
    <w:rsid w:val="00AB053C"/>
    <w:rsid w:val="00AB1691"/>
    <w:rsid w:val="00AC3592"/>
    <w:rsid w:val="00AC6B7B"/>
    <w:rsid w:val="00AD1146"/>
    <w:rsid w:val="00AD27D3"/>
    <w:rsid w:val="00AD66D6"/>
    <w:rsid w:val="00AE1160"/>
    <w:rsid w:val="00AE203C"/>
    <w:rsid w:val="00AE2E74"/>
    <w:rsid w:val="00AE5FCB"/>
    <w:rsid w:val="00AE5FF7"/>
    <w:rsid w:val="00AF2C1E"/>
    <w:rsid w:val="00B057E2"/>
    <w:rsid w:val="00B06142"/>
    <w:rsid w:val="00B135B1"/>
    <w:rsid w:val="00B3130B"/>
    <w:rsid w:val="00B339F1"/>
    <w:rsid w:val="00B40ADB"/>
    <w:rsid w:val="00B43B77"/>
    <w:rsid w:val="00B43E80"/>
    <w:rsid w:val="00B607DB"/>
    <w:rsid w:val="00B66529"/>
    <w:rsid w:val="00B75946"/>
    <w:rsid w:val="00B8056E"/>
    <w:rsid w:val="00B806B3"/>
    <w:rsid w:val="00B819C8"/>
    <w:rsid w:val="00B822DD"/>
    <w:rsid w:val="00B82308"/>
    <w:rsid w:val="00B84405"/>
    <w:rsid w:val="00B90885"/>
    <w:rsid w:val="00BA0A36"/>
    <w:rsid w:val="00BB520A"/>
    <w:rsid w:val="00BC3D56"/>
    <w:rsid w:val="00BD3869"/>
    <w:rsid w:val="00BD46A2"/>
    <w:rsid w:val="00BD66E9"/>
    <w:rsid w:val="00BD6FF4"/>
    <w:rsid w:val="00BE0870"/>
    <w:rsid w:val="00BE6880"/>
    <w:rsid w:val="00BF2C41"/>
    <w:rsid w:val="00BF3169"/>
    <w:rsid w:val="00C058B4"/>
    <w:rsid w:val="00C05F44"/>
    <w:rsid w:val="00C131B5"/>
    <w:rsid w:val="00C16ABF"/>
    <w:rsid w:val="00C170AE"/>
    <w:rsid w:val="00C2110E"/>
    <w:rsid w:val="00C26CB7"/>
    <w:rsid w:val="00C313A2"/>
    <w:rsid w:val="00C31623"/>
    <w:rsid w:val="00C324C1"/>
    <w:rsid w:val="00C34D0A"/>
    <w:rsid w:val="00C36992"/>
    <w:rsid w:val="00C56036"/>
    <w:rsid w:val="00C56BD2"/>
    <w:rsid w:val="00C60714"/>
    <w:rsid w:val="00C61DC5"/>
    <w:rsid w:val="00C67E92"/>
    <w:rsid w:val="00C70A26"/>
    <w:rsid w:val="00C766DF"/>
    <w:rsid w:val="00C85A0E"/>
    <w:rsid w:val="00C94B98"/>
    <w:rsid w:val="00CA2B96"/>
    <w:rsid w:val="00CA5089"/>
    <w:rsid w:val="00CA773C"/>
    <w:rsid w:val="00CB42CB"/>
    <w:rsid w:val="00CB5F34"/>
    <w:rsid w:val="00CC29FC"/>
    <w:rsid w:val="00CD07F4"/>
    <w:rsid w:val="00CD6897"/>
    <w:rsid w:val="00CE5BAC"/>
    <w:rsid w:val="00CE653F"/>
    <w:rsid w:val="00CF25BE"/>
    <w:rsid w:val="00CF78ED"/>
    <w:rsid w:val="00D02B25"/>
    <w:rsid w:val="00D02EBA"/>
    <w:rsid w:val="00D17C3C"/>
    <w:rsid w:val="00D20DA3"/>
    <w:rsid w:val="00D26B2C"/>
    <w:rsid w:val="00D31042"/>
    <w:rsid w:val="00D31F50"/>
    <w:rsid w:val="00D341E5"/>
    <w:rsid w:val="00D352C9"/>
    <w:rsid w:val="00D35DE2"/>
    <w:rsid w:val="00D425B2"/>
    <w:rsid w:val="00D428D6"/>
    <w:rsid w:val="00D44C7E"/>
    <w:rsid w:val="00D549C6"/>
    <w:rsid w:val="00D552B2"/>
    <w:rsid w:val="00D608D1"/>
    <w:rsid w:val="00D74119"/>
    <w:rsid w:val="00D8075B"/>
    <w:rsid w:val="00D82069"/>
    <w:rsid w:val="00D84471"/>
    <w:rsid w:val="00D8678B"/>
    <w:rsid w:val="00D921D8"/>
    <w:rsid w:val="00DA2114"/>
    <w:rsid w:val="00DA4EBE"/>
    <w:rsid w:val="00DE0779"/>
    <w:rsid w:val="00DE09C0"/>
    <w:rsid w:val="00DE4A14"/>
    <w:rsid w:val="00DE5EFE"/>
    <w:rsid w:val="00DF29BB"/>
    <w:rsid w:val="00DF320D"/>
    <w:rsid w:val="00DF71C8"/>
    <w:rsid w:val="00DF75C6"/>
    <w:rsid w:val="00E129B8"/>
    <w:rsid w:val="00E21E7D"/>
    <w:rsid w:val="00E22FBC"/>
    <w:rsid w:val="00E24BF5"/>
    <w:rsid w:val="00E25338"/>
    <w:rsid w:val="00E51E44"/>
    <w:rsid w:val="00E5745D"/>
    <w:rsid w:val="00E63348"/>
    <w:rsid w:val="00E77E88"/>
    <w:rsid w:val="00E8107D"/>
    <w:rsid w:val="00E8224E"/>
    <w:rsid w:val="00E94AC7"/>
    <w:rsid w:val="00E960BB"/>
    <w:rsid w:val="00E97DC8"/>
    <w:rsid w:val="00EA2074"/>
    <w:rsid w:val="00EA4832"/>
    <w:rsid w:val="00EA4E9D"/>
    <w:rsid w:val="00EA62A0"/>
    <w:rsid w:val="00EB1E8D"/>
    <w:rsid w:val="00EB6F61"/>
    <w:rsid w:val="00EC4899"/>
    <w:rsid w:val="00ED03AB"/>
    <w:rsid w:val="00ED32D2"/>
    <w:rsid w:val="00EE0F14"/>
    <w:rsid w:val="00EE2A45"/>
    <w:rsid w:val="00EE32DE"/>
    <w:rsid w:val="00EE5457"/>
    <w:rsid w:val="00F070AB"/>
    <w:rsid w:val="00F17567"/>
    <w:rsid w:val="00F27A7B"/>
    <w:rsid w:val="00F526AF"/>
    <w:rsid w:val="00F617C3"/>
    <w:rsid w:val="00F7066B"/>
    <w:rsid w:val="00F76848"/>
    <w:rsid w:val="00F83B28"/>
    <w:rsid w:val="00FA24B4"/>
    <w:rsid w:val="00FA46E5"/>
    <w:rsid w:val="00FB7DBA"/>
    <w:rsid w:val="00FC1C25"/>
    <w:rsid w:val="00FC3F45"/>
    <w:rsid w:val="00FD3220"/>
    <w:rsid w:val="00FD503F"/>
    <w:rsid w:val="00FD7589"/>
    <w:rsid w:val="00FF0154"/>
    <w:rsid w:val="00FF016A"/>
    <w:rsid w:val="00FF1401"/>
    <w:rsid w:val="00FF5E7D"/>
    <w:rsid w:val="00FF7F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9A464B3-D926-412E-990F-D61EABC0FF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st">
    <w:name w:val="st"/>
    <w:basedOn w:val="Domylnaczcionkaakapitu"/>
    <w:rsid w:val="00C85A0E"/>
  </w:style>
  <w:style w:type="character" w:styleId="Uwydatnienie">
    <w:name w:val="Emphasis"/>
    <w:basedOn w:val="Domylnaczcionkaakapitu"/>
    <w:uiPriority w:val="20"/>
    <w:qFormat/>
    <w:rsid w:val="00C85A0E"/>
    <w:rPr>
      <w:i/>
      <w:iCs/>
    </w:rPr>
  </w:style>
  <w:style w:type="character" w:styleId="Pogrubienie">
    <w:name w:val="Strong"/>
    <w:basedOn w:val="Domylnaczcionkaakapitu"/>
    <w:uiPriority w:val="22"/>
    <w:qFormat/>
    <w:rsid w:val="006963C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097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1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493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4179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8694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1002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30784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228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131415-E859-48EC-9FA4-9CDBD83C50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1</Pages>
  <Words>1446</Words>
  <Characters>8682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10</cp:revision>
  <cp:lastPrinted>2019-02-06T12:12:00Z</cp:lastPrinted>
  <dcterms:created xsi:type="dcterms:W3CDTF">2021-01-11T15:01:00Z</dcterms:created>
  <dcterms:modified xsi:type="dcterms:W3CDTF">2022-02-23T13:40:00Z</dcterms:modified>
</cp:coreProperties>
</file>